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C9547A" w14:textId="11DBEFCD" w:rsidR="00AB5763" w:rsidRDefault="00E137F6" w:rsidP="00AB5763">
      <w:pPr>
        <w:framePr w:w="7086" w:h="12812" w:wrap="notBeside" w:vAnchor="page" w:hAnchor="page" w:x="842" w:y="2392" w:anchorLock="1"/>
        <w:spacing w:after="240"/>
        <w:rPr>
          <w:sz w:val="28"/>
          <w:szCs w:val="28"/>
        </w:rPr>
      </w:pPr>
      <w:proofErr w:type="spellStart"/>
      <w:r w:rsidRPr="00E137F6">
        <w:rPr>
          <w:sz w:val="28"/>
          <w:szCs w:val="28"/>
        </w:rPr>
        <w:t>SchreibBarCamp</w:t>
      </w:r>
      <w:proofErr w:type="spellEnd"/>
      <w:r w:rsidRPr="00E137F6">
        <w:rPr>
          <w:sz w:val="28"/>
          <w:szCs w:val="28"/>
        </w:rPr>
        <w:t xml:space="preserve"> </w:t>
      </w:r>
      <w:proofErr w:type="spellStart"/>
      <w:r w:rsidRPr="00E137F6">
        <w:rPr>
          <w:sz w:val="28"/>
          <w:szCs w:val="28"/>
        </w:rPr>
        <w:t>by</w:t>
      </w:r>
      <w:proofErr w:type="spellEnd"/>
      <w:r w:rsidRPr="00E137F6">
        <w:rPr>
          <w:sz w:val="28"/>
          <w:szCs w:val="28"/>
        </w:rPr>
        <w:t xml:space="preserve"> </w:t>
      </w:r>
      <w:proofErr w:type="spellStart"/>
      <w:r w:rsidRPr="00E137F6">
        <w:rPr>
          <w:sz w:val="28"/>
          <w:szCs w:val="28"/>
        </w:rPr>
        <w:t>tolino</w:t>
      </w:r>
      <w:proofErr w:type="spellEnd"/>
      <w:r w:rsidRPr="00E137F6">
        <w:rPr>
          <w:sz w:val="28"/>
          <w:szCs w:val="28"/>
        </w:rPr>
        <w:t xml:space="preserve"> </w:t>
      </w:r>
      <w:proofErr w:type="spellStart"/>
      <w:r w:rsidRPr="00E137F6">
        <w:rPr>
          <w:sz w:val="28"/>
          <w:szCs w:val="28"/>
        </w:rPr>
        <w:t>media</w:t>
      </w:r>
      <w:proofErr w:type="spellEnd"/>
      <w:r w:rsidRPr="00E137F6">
        <w:rPr>
          <w:sz w:val="28"/>
          <w:szCs w:val="28"/>
        </w:rPr>
        <w:t xml:space="preserve">: Erfolgreiche Premiere und </w:t>
      </w:r>
      <w:r>
        <w:rPr>
          <w:sz w:val="28"/>
          <w:szCs w:val="28"/>
        </w:rPr>
        <w:t xml:space="preserve">emotionale </w:t>
      </w:r>
      <w:r w:rsidRPr="00E137F6">
        <w:rPr>
          <w:sz w:val="28"/>
          <w:szCs w:val="28"/>
        </w:rPr>
        <w:t xml:space="preserve">Verleihung des </w:t>
      </w:r>
      <w:proofErr w:type="spellStart"/>
      <w:r w:rsidRPr="00E137F6">
        <w:rPr>
          <w:sz w:val="28"/>
          <w:szCs w:val="28"/>
        </w:rPr>
        <w:t>Newcomerpreises</w:t>
      </w:r>
      <w:proofErr w:type="spellEnd"/>
    </w:p>
    <w:p w14:paraId="35BA8FD5" w14:textId="3D4D4798" w:rsidR="00AB5763" w:rsidRPr="00AB5763" w:rsidRDefault="00E137F6" w:rsidP="00AB5763">
      <w:pPr>
        <w:pStyle w:val="LauftextPI"/>
        <w:framePr w:w="7086" w:h="12812" w:wrap="notBeside" w:vAnchor="page" w:hAnchor="page" w:x="842" w:y="2392" w:anchorLock="1"/>
        <w:rPr>
          <w:lang w:val="de-DE"/>
        </w:rPr>
      </w:pPr>
      <w:r w:rsidRPr="00E137F6">
        <w:rPr>
          <w:lang w:val="de-DE"/>
        </w:rPr>
        <w:t>Begeisterte Autor</w:t>
      </w:r>
      <w:r>
        <w:rPr>
          <w:lang w:val="de-DE"/>
        </w:rPr>
        <w:t>*</w:t>
      </w:r>
      <w:r w:rsidRPr="00E137F6">
        <w:rPr>
          <w:lang w:val="de-DE"/>
        </w:rPr>
        <w:t xml:space="preserve">innen und Schreibinteressierte treffen sich beim ersten </w:t>
      </w:r>
      <w:proofErr w:type="spellStart"/>
      <w:r w:rsidRPr="00E137F6">
        <w:rPr>
          <w:lang w:val="de-DE"/>
        </w:rPr>
        <w:t>SchreibBarCam</w:t>
      </w:r>
      <w:r>
        <w:rPr>
          <w:lang w:val="de-DE"/>
        </w:rPr>
        <w:t>p</w:t>
      </w:r>
      <w:proofErr w:type="spellEnd"/>
      <w:r>
        <w:rPr>
          <w:lang w:val="de-DE"/>
        </w:rPr>
        <w:t xml:space="preserve"> </w:t>
      </w:r>
      <w:proofErr w:type="spellStart"/>
      <w:r>
        <w:rPr>
          <w:lang w:val="de-DE"/>
        </w:rPr>
        <w:t>by</w:t>
      </w:r>
      <w:proofErr w:type="spellEnd"/>
      <w:r>
        <w:rPr>
          <w:lang w:val="de-DE"/>
        </w:rPr>
        <w:t xml:space="preserve"> </w:t>
      </w:r>
      <w:proofErr w:type="spellStart"/>
      <w:r>
        <w:rPr>
          <w:lang w:val="de-DE"/>
        </w:rPr>
        <w:t>tolino</w:t>
      </w:r>
      <w:proofErr w:type="spellEnd"/>
      <w:r>
        <w:rPr>
          <w:lang w:val="de-DE"/>
        </w:rPr>
        <w:t xml:space="preserve"> </w:t>
      </w:r>
      <w:proofErr w:type="spellStart"/>
      <w:r>
        <w:rPr>
          <w:lang w:val="de-DE"/>
        </w:rPr>
        <w:t>media</w:t>
      </w:r>
      <w:proofErr w:type="spellEnd"/>
      <w:r>
        <w:rPr>
          <w:lang w:val="de-DE"/>
        </w:rPr>
        <w:t xml:space="preserve"> in Mainz und feiern gemeinsam die Gewinner*innen des vierten </w:t>
      </w:r>
      <w:proofErr w:type="spellStart"/>
      <w:r>
        <w:rPr>
          <w:lang w:val="de-DE"/>
        </w:rPr>
        <w:t>tolino</w:t>
      </w:r>
      <w:proofErr w:type="spellEnd"/>
      <w:r>
        <w:rPr>
          <w:lang w:val="de-DE"/>
        </w:rPr>
        <w:t xml:space="preserve"> </w:t>
      </w:r>
      <w:proofErr w:type="spellStart"/>
      <w:r>
        <w:rPr>
          <w:lang w:val="de-DE"/>
        </w:rPr>
        <w:t>media</w:t>
      </w:r>
      <w:proofErr w:type="spellEnd"/>
      <w:r>
        <w:rPr>
          <w:lang w:val="de-DE"/>
        </w:rPr>
        <w:t xml:space="preserve"> </w:t>
      </w:r>
      <w:proofErr w:type="spellStart"/>
      <w:r>
        <w:rPr>
          <w:lang w:val="de-DE"/>
        </w:rPr>
        <w:t>Newcomerpreises</w:t>
      </w:r>
      <w:proofErr w:type="spellEnd"/>
      <w:r>
        <w:rPr>
          <w:lang w:val="de-DE"/>
        </w:rPr>
        <w:t xml:space="preserve"> bei der Verleihung am Abend. </w:t>
      </w:r>
      <w:r w:rsidR="00AB5763">
        <w:rPr>
          <w:lang w:val="de-DE"/>
        </w:rPr>
        <w:br/>
      </w:r>
    </w:p>
    <w:p w14:paraId="352A76BA" w14:textId="0B18FCFD" w:rsidR="00E137F6" w:rsidRPr="00E137F6" w:rsidRDefault="00AB5763" w:rsidP="00E137F6">
      <w:pPr>
        <w:pStyle w:val="LauftextPI"/>
        <w:framePr w:w="7086" w:h="12812" w:wrap="notBeside" w:vAnchor="page" w:hAnchor="page" w:x="842" w:y="2392" w:anchorLock="1"/>
        <w:rPr>
          <w:lang w:val="de-DE"/>
        </w:rPr>
      </w:pPr>
      <w:r w:rsidRPr="0DA306D1">
        <w:rPr>
          <w:lang w:val="de-DE"/>
        </w:rPr>
        <w:t xml:space="preserve">München, </w:t>
      </w:r>
      <w:r w:rsidR="005B3C20" w:rsidRPr="0DA306D1">
        <w:rPr>
          <w:lang w:val="de-DE"/>
        </w:rPr>
        <w:t>1</w:t>
      </w:r>
      <w:r w:rsidR="00E137F6" w:rsidRPr="0DA306D1">
        <w:rPr>
          <w:lang w:val="de-DE"/>
        </w:rPr>
        <w:t>8</w:t>
      </w:r>
      <w:r w:rsidRPr="0DA306D1">
        <w:rPr>
          <w:lang w:val="de-DE"/>
        </w:rPr>
        <w:t>. September 202</w:t>
      </w:r>
      <w:r w:rsidR="00E137F6" w:rsidRPr="0DA306D1">
        <w:rPr>
          <w:lang w:val="de-DE"/>
        </w:rPr>
        <w:t>3</w:t>
      </w:r>
      <w:r w:rsidRPr="0DA306D1">
        <w:rPr>
          <w:lang w:val="de-DE"/>
        </w:rPr>
        <w:t xml:space="preserve"> – </w:t>
      </w:r>
      <w:r w:rsidR="00E137F6" w:rsidRPr="0DA306D1">
        <w:rPr>
          <w:lang w:val="de-DE"/>
        </w:rPr>
        <w:t xml:space="preserve">Am vergangenen Samstag, dem 16. September, fand im Gutenberg Digital Hub in Mainz das erste </w:t>
      </w:r>
      <w:proofErr w:type="spellStart"/>
      <w:r w:rsidR="00E137F6" w:rsidRPr="0DA306D1">
        <w:rPr>
          <w:lang w:val="de-DE"/>
        </w:rPr>
        <w:t>SchreibBarCamp</w:t>
      </w:r>
      <w:proofErr w:type="spellEnd"/>
      <w:r w:rsidR="00E137F6" w:rsidRPr="0DA306D1">
        <w:rPr>
          <w:lang w:val="de-DE"/>
        </w:rPr>
        <w:t xml:space="preserve"> </w:t>
      </w:r>
      <w:proofErr w:type="spellStart"/>
      <w:r w:rsidR="00E137F6" w:rsidRPr="0DA306D1">
        <w:rPr>
          <w:lang w:val="de-DE"/>
        </w:rPr>
        <w:t>by</w:t>
      </w:r>
      <w:proofErr w:type="spellEnd"/>
      <w:r w:rsidR="00E137F6" w:rsidRPr="0DA306D1">
        <w:rPr>
          <w:lang w:val="de-DE"/>
        </w:rPr>
        <w:t xml:space="preserve"> </w:t>
      </w:r>
      <w:proofErr w:type="spellStart"/>
      <w:r w:rsidR="00E137F6" w:rsidRPr="0DA306D1">
        <w:rPr>
          <w:lang w:val="de-DE"/>
        </w:rPr>
        <w:t>tolino</w:t>
      </w:r>
      <w:proofErr w:type="spellEnd"/>
      <w:r w:rsidR="00E137F6" w:rsidRPr="0DA306D1">
        <w:rPr>
          <w:lang w:val="de-DE"/>
        </w:rPr>
        <w:t xml:space="preserve"> </w:t>
      </w:r>
      <w:proofErr w:type="spellStart"/>
      <w:r w:rsidR="00E137F6" w:rsidRPr="0DA306D1">
        <w:rPr>
          <w:lang w:val="de-DE"/>
        </w:rPr>
        <w:t>media</w:t>
      </w:r>
      <w:proofErr w:type="spellEnd"/>
      <w:r w:rsidR="00E137F6" w:rsidRPr="0DA306D1">
        <w:rPr>
          <w:lang w:val="de-DE"/>
        </w:rPr>
        <w:t xml:space="preserve"> statt und sorgte für Begeisterung unter den</w:t>
      </w:r>
      <w:r w:rsidR="30198EC9" w:rsidRPr="0DA306D1">
        <w:rPr>
          <w:lang w:val="de-DE"/>
        </w:rPr>
        <w:t xml:space="preserve"> über 80</w:t>
      </w:r>
      <w:r w:rsidR="00E137F6" w:rsidRPr="0DA306D1">
        <w:rPr>
          <w:lang w:val="de-DE"/>
        </w:rPr>
        <w:t xml:space="preserve"> anwesenden Autor*innen und Schreibinteressierten. Die Veranstaltung bot eine einzigartige Gelegenheit für Schreibbegeisterte, sich auszutauschen, voneinander zu lernen und sich von Experten inspirieren zu lassen.</w:t>
      </w:r>
    </w:p>
    <w:p w14:paraId="391991B7" w14:textId="77777777" w:rsidR="00E137F6" w:rsidRPr="00E137F6" w:rsidRDefault="00E137F6" w:rsidP="00E137F6">
      <w:pPr>
        <w:pStyle w:val="LauftextPI"/>
        <w:framePr w:w="7086" w:h="12812" w:wrap="notBeside" w:vAnchor="page" w:hAnchor="page" w:x="842" w:y="2392" w:anchorLock="1"/>
        <w:rPr>
          <w:lang w:val="de-DE"/>
        </w:rPr>
      </w:pPr>
    </w:p>
    <w:p w14:paraId="24F7F2A6" w14:textId="36C41859" w:rsidR="00E137F6" w:rsidRPr="00E137F6" w:rsidRDefault="00E137F6" w:rsidP="00E137F6">
      <w:pPr>
        <w:pStyle w:val="LauftextPI"/>
        <w:framePr w:w="7086" w:h="12812" w:wrap="notBeside" w:vAnchor="page" w:hAnchor="page" w:x="842" w:y="2392" w:anchorLock="1"/>
        <w:rPr>
          <w:lang w:val="de-DE"/>
        </w:rPr>
      </w:pPr>
      <w:r w:rsidRPr="00E137F6">
        <w:rPr>
          <w:lang w:val="de-DE"/>
        </w:rPr>
        <w:t xml:space="preserve">Das </w:t>
      </w:r>
      <w:proofErr w:type="spellStart"/>
      <w:r w:rsidRPr="00E137F6">
        <w:rPr>
          <w:lang w:val="de-DE"/>
        </w:rPr>
        <w:t>SchreibBarCamp</w:t>
      </w:r>
      <w:proofErr w:type="spellEnd"/>
      <w:r w:rsidRPr="00E137F6">
        <w:rPr>
          <w:lang w:val="de-DE"/>
        </w:rPr>
        <w:t xml:space="preserve"> </w:t>
      </w:r>
      <w:proofErr w:type="spellStart"/>
      <w:r w:rsidRPr="00E137F6">
        <w:rPr>
          <w:lang w:val="de-DE"/>
        </w:rPr>
        <w:t>by</w:t>
      </w:r>
      <w:proofErr w:type="spellEnd"/>
      <w:r w:rsidRPr="00E137F6">
        <w:rPr>
          <w:lang w:val="de-DE"/>
        </w:rPr>
        <w:t xml:space="preserve"> </w:t>
      </w:r>
      <w:proofErr w:type="spellStart"/>
      <w:r w:rsidRPr="00E137F6">
        <w:rPr>
          <w:lang w:val="de-DE"/>
        </w:rPr>
        <w:t>tolino</w:t>
      </w:r>
      <w:proofErr w:type="spellEnd"/>
      <w:r w:rsidRPr="00E137F6">
        <w:rPr>
          <w:lang w:val="de-DE"/>
        </w:rPr>
        <w:t xml:space="preserve"> </w:t>
      </w:r>
      <w:proofErr w:type="spellStart"/>
      <w:r w:rsidRPr="00E137F6">
        <w:rPr>
          <w:lang w:val="de-DE"/>
        </w:rPr>
        <w:t>media</w:t>
      </w:r>
      <w:proofErr w:type="spellEnd"/>
      <w:r w:rsidRPr="00E137F6">
        <w:rPr>
          <w:lang w:val="de-DE"/>
        </w:rPr>
        <w:t xml:space="preserve"> wurde von der </w:t>
      </w:r>
      <w:proofErr w:type="spellStart"/>
      <w:r w:rsidRPr="00E137F6">
        <w:rPr>
          <w:lang w:val="de-DE"/>
        </w:rPr>
        <w:t>tolino</w:t>
      </w:r>
      <w:proofErr w:type="spellEnd"/>
      <w:r w:rsidRPr="00E137F6">
        <w:rPr>
          <w:lang w:val="de-DE"/>
        </w:rPr>
        <w:t xml:space="preserve"> </w:t>
      </w:r>
      <w:proofErr w:type="spellStart"/>
      <w:r w:rsidRPr="00E137F6">
        <w:rPr>
          <w:lang w:val="de-DE"/>
        </w:rPr>
        <w:t>media</w:t>
      </w:r>
      <w:proofErr w:type="spellEnd"/>
      <w:r w:rsidRPr="00E137F6">
        <w:rPr>
          <w:lang w:val="de-DE"/>
        </w:rPr>
        <w:t xml:space="preserve"> GmbH, eine</w:t>
      </w:r>
      <w:r w:rsidR="007E03E4">
        <w:rPr>
          <w:lang w:val="de-DE"/>
        </w:rPr>
        <w:t xml:space="preserve">r der </w:t>
      </w:r>
      <w:r w:rsidRPr="00E137F6">
        <w:rPr>
          <w:lang w:val="de-DE"/>
        </w:rPr>
        <w:t xml:space="preserve">führenden </w:t>
      </w:r>
      <w:r w:rsidR="007E03E4" w:rsidRPr="007E03E4">
        <w:rPr>
          <w:lang w:val="de-DE"/>
        </w:rPr>
        <w:t>Selfpublishing-Plattformen im deutschsprachigen Raum</w:t>
      </w:r>
      <w:r w:rsidRPr="00E137F6">
        <w:rPr>
          <w:lang w:val="de-DE"/>
        </w:rPr>
        <w:t xml:space="preserve">, ins Leben gerufen, um Autor*innen und solche, die es werden wollen, zu unterstützen und zu fördern. Mit einer breiten Palette von Themen und Workshops, die von erfahrenen Schriftstellern und Branchenexperten präsentiert wurden, bot das </w:t>
      </w:r>
      <w:proofErr w:type="spellStart"/>
      <w:r w:rsidRPr="00E137F6">
        <w:rPr>
          <w:lang w:val="de-DE"/>
        </w:rPr>
        <w:t>BarCamp</w:t>
      </w:r>
      <w:proofErr w:type="spellEnd"/>
      <w:r w:rsidRPr="00E137F6">
        <w:rPr>
          <w:lang w:val="de-DE"/>
        </w:rPr>
        <w:t xml:space="preserve"> eine ideale Plattform für den Austausch von Ideen, Tipps und Erfahrungen im Schreiben.</w:t>
      </w:r>
    </w:p>
    <w:p w14:paraId="572483A0" w14:textId="77777777" w:rsidR="00E137F6" w:rsidRPr="00E137F6" w:rsidRDefault="00E137F6" w:rsidP="00E137F6">
      <w:pPr>
        <w:pStyle w:val="LauftextPI"/>
        <w:framePr w:w="7086" w:h="12812" w:wrap="notBeside" w:vAnchor="page" w:hAnchor="page" w:x="842" w:y="2392" w:anchorLock="1"/>
        <w:rPr>
          <w:lang w:val="de-DE"/>
        </w:rPr>
      </w:pPr>
    </w:p>
    <w:p w14:paraId="2EDA693E" w14:textId="77777777" w:rsidR="00E137F6" w:rsidRPr="00E137F6" w:rsidRDefault="00E137F6" w:rsidP="00E137F6">
      <w:pPr>
        <w:pStyle w:val="LauftextPI"/>
        <w:framePr w:w="7086" w:h="12812" w:wrap="notBeside" w:vAnchor="page" w:hAnchor="page" w:x="842" w:y="2392" w:anchorLock="1"/>
        <w:rPr>
          <w:lang w:val="de-DE"/>
        </w:rPr>
      </w:pPr>
      <w:r w:rsidRPr="00E137F6">
        <w:rPr>
          <w:lang w:val="de-DE"/>
        </w:rPr>
        <w:t>Das Feedback der Teilnehmer*innen war überwältigend positiv. Viele lobten die hochwertigen Workshops, die inspirierenden Diskussionen und die Möglichkeit, Gleichgesinnte zu treffen. Die Atmosphäre war geprägt von gegenseitiger Unterstützung und Leidenschaft für das Schreiben.</w:t>
      </w:r>
    </w:p>
    <w:p w14:paraId="0C043A61" w14:textId="77777777" w:rsidR="00E137F6" w:rsidRPr="00E137F6" w:rsidRDefault="00E137F6" w:rsidP="00E137F6">
      <w:pPr>
        <w:pStyle w:val="LauftextPI"/>
        <w:framePr w:w="7086" w:h="12812" w:wrap="notBeside" w:vAnchor="page" w:hAnchor="page" w:x="842" w:y="2392" w:anchorLock="1"/>
        <w:rPr>
          <w:lang w:val="de-DE"/>
        </w:rPr>
      </w:pPr>
    </w:p>
    <w:p w14:paraId="55BC15C2" w14:textId="6DA4F8C4" w:rsidR="00E137F6" w:rsidRDefault="00E137F6" w:rsidP="00E137F6">
      <w:pPr>
        <w:pStyle w:val="LauftextPI"/>
        <w:framePr w:w="7086" w:h="12812" w:wrap="notBeside" w:vAnchor="page" w:hAnchor="page" w:x="842" w:y="2392" w:anchorLock="1"/>
        <w:rPr>
          <w:lang w:val="de-DE"/>
        </w:rPr>
      </w:pPr>
      <w:r w:rsidRPr="0E2254BE">
        <w:rPr>
          <w:lang w:val="de-DE"/>
        </w:rPr>
        <w:t xml:space="preserve">Höhepunkt der Veranstaltung war die Live-Verleihung des vierten </w:t>
      </w:r>
      <w:proofErr w:type="spellStart"/>
      <w:r w:rsidRPr="0E2254BE">
        <w:rPr>
          <w:lang w:val="de-DE"/>
        </w:rPr>
        <w:t>tolino</w:t>
      </w:r>
      <w:proofErr w:type="spellEnd"/>
      <w:r w:rsidRPr="0E2254BE">
        <w:rPr>
          <w:lang w:val="de-DE"/>
        </w:rPr>
        <w:t xml:space="preserve"> </w:t>
      </w:r>
      <w:proofErr w:type="spellStart"/>
      <w:r w:rsidRPr="0E2254BE">
        <w:rPr>
          <w:lang w:val="de-DE"/>
        </w:rPr>
        <w:t>media</w:t>
      </w:r>
      <w:proofErr w:type="spellEnd"/>
      <w:r w:rsidRPr="0E2254BE">
        <w:rPr>
          <w:lang w:val="de-DE"/>
        </w:rPr>
        <w:t xml:space="preserve"> </w:t>
      </w:r>
      <w:proofErr w:type="spellStart"/>
      <w:r w:rsidRPr="0E2254BE">
        <w:rPr>
          <w:lang w:val="de-DE"/>
        </w:rPr>
        <w:t>Newcomerpreises</w:t>
      </w:r>
      <w:proofErr w:type="spellEnd"/>
      <w:r w:rsidRPr="0E2254BE">
        <w:rPr>
          <w:lang w:val="de-DE"/>
        </w:rPr>
        <w:t xml:space="preserve">. </w:t>
      </w:r>
      <w:r w:rsidR="007E03E4" w:rsidRPr="0E2254BE">
        <w:rPr>
          <w:lang w:val="de-DE"/>
        </w:rPr>
        <w:t>Die Shortlist-Nominierten erwarteten gespannt die Bekanntgabe der Gewinner*innen</w:t>
      </w:r>
      <w:r w:rsidR="00310D21">
        <w:rPr>
          <w:lang w:val="de-DE"/>
        </w:rPr>
        <w:t xml:space="preserve">. </w:t>
      </w:r>
      <w:r w:rsidR="00310D21" w:rsidRPr="00310D21">
        <w:rPr>
          <w:lang w:val="de-DE"/>
        </w:rPr>
        <w:t xml:space="preserve">Die Jury stand in diesem Jahr wegen der hohen Anzahl </w:t>
      </w:r>
      <w:r w:rsidR="00310D21" w:rsidRPr="00310D21">
        <w:rPr>
          <w:lang w:val="de-DE"/>
        </w:rPr>
        <w:t>an hochinteressanten Werken</w:t>
      </w:r>
      <w:r w:rsidR="00310D21" w:rsidRPr="00310D21">
        <w:rPr>
          <w:lang w:val="de-DE"/>
        </w:rPr>
        <w:t xml:space="preserve"> vor der Qual der Wahl.</w:t>
      </w:r>
      <w:r w:rsidR="007E03E4" w:rsidRPr="0E2254BE">
        <w:rPr>
          <w:lang w:val="de-DE"/>
        </w:rPr>
        <w:t xml:space="preserve"> Auf das Siegertreppchen schafften es schließlich:</w:t>
      </w:r>
    </w:p>
    <w:p w14:paraId="2B9BA9DD" w14:textId="77777777" w:rsidR="00E137F6" w:rsidRPr="00E137F6" w:rsidRDefault="00E137F6" w:rsidP="00E137F6">
      <w:pPr>
        <w:pStyle w:val="LauftextPI"/>
        <w:framePr w:w="7086" w:h="12812" w:wrap="notBeside" w:vAnchor="page" w:hAnchor="page" w:x="842" w:y="2392" w:anchorLock="1"/>
        <w:rPr>
          <w:lang w:val="de-DE"/>
        </w:rPr>
      </w:pPr>
      <w:r w:rsidRPr="00E137F6">
        <w:rPr>
          <w:lang w:val="de-DE"/>
        </w:rPr>
        <w:t xml:space="preserve">Platz 1: "Louisenstraße 13 - Der Erinnerungsladen" von Petra </w:t>
      </w:r>
      <w:proofErr w:type="spellStart"/>
      <w:r w:rsidRPr="00E137F6">
        <w:rPr>
          <w:lang w:val="de-DE"/>
        </w:rPr>
        <w:t>Teufl</w:t>
      </w:r>
      <w:proofErr w:type="spellEnd"/>
    </w:p>
    <w:p w14:paraId="0DD05CD4" w14:textId="77777777" w:rsidR="00E137F6" w:rsidRPr="00E137F6" w:rsidRDefault="00E137F6" w:rsidP="00E137F6">
      <w:pPr>
        <w:pStyle w:val="LauftextPI"/>
        <w:framePr w:w="7086" w:h="12812" w:wrap="notBeside" w:vAnchor="page" w:hAnchor="page" w:x="842" w:y="2392" w:anchorLock="1"/>
        <w:rPr>
          <w:lang w:val="de-DE"/>
        </w:rPr>
      </w:pPr>
      <w:r w:rsidRPr="00E137F6">
        <w:rPr>
          <w:lang w:val="de-DE"/>
        </w:rPr>
        <w:t>Platz 2: "Freiheitsflüstern" von Leyla J. Agca</w:t>
      </w:r>
    </w:p>
    <w:p w14:paraId="0D85E6D1" w14:textId="77777777" w:rsidR="00E137F6" w:rsidRPr="00E137F6" w:rsidRDefault="00E137F6" w:rsidP="00E137F6">
      <w:pPr>
        <w:pStyle w:val="LauftextPI"/>
        <w:framePr w:w="7086" w:h="12812" w:wrap="notBeside" w:vAnchor="page" w:hAnchor="page" w:x="842" w:y="2392" w:anchorLock="1"/>
        <w:rPr>
          <w:lang w:val="de-DE"/>
        </w:rPr>
      </w:pPr>
      <w:r w:rsidRPr="00E137F6">
        <w:rPr>
          <w:lang w:val="de-DE"/>
        </w:rPr>
        <w:t>Platz 3: "</w:t>
      </w:r>
      <w:proofErr w:type="spellStart"/>
      <w:r w:rsidRPr="00E137F6">
        <w:rPr>
          <w:lang w:val="de-DE"/>
        </w:rPr>
        <w:t>Vents</w:t>
      </w:r>
      <w:proofErr w:type="spellEnd"/>
      <w:r w:rsidRPr="00E137F6">
        <w:rPr>
          <w:lang w:val="de-DE"/>
        </w:rPr>
        <w:t xml:space="preserve"> - Schwarzer Sand" von Robin Thier &amp; Michael </w:t>
      </w:r>
      <w:proofErr w:type="spellStart"/>
      <w:r w:rsidRPr="00E137F6">
        <w:rPr>
          <w:lang w:val="de-DE"/>
        </w:rPr>
        <w:t>Cremann</w:t>
      </w:r>
      <w:proofErr w:type="spellEnd"/>
    </w:p>
    <w:p w14:paraId="64F4A36F" w14:textId="77777777" w:rsidR="00E137F6" w:rsidRPr="00E137F6" w:rsidRDefault="00E137F6" w:rsidP="00E137F6">
      <w:pPr>
        <w:pStyle w:val="LauftextPI"/>
        <w:framePr w:w="7086" w:h="12812" w:wrap="notBeside" w:vAnchor="page" w:hAnchor="page" w:x="842" w:y="2392" w:anchorLock="1"/>
        <w:rPr>
          <w:lang w:val="de-DE"/>
        </w:rPr>
      </w:pPr>
    </w:p>
    <w:p w14:paraId="677CC0D2" w14:textId="77777777" w:rsidR="00016901" w:rsidRPr="0096130B" w:rsidRDefault="00016901" w:rsidP="002B7C34">
      <w:pPr>
        <w:framePr w:w="3345" w:h="482" w:hSpace="142" w:wrap="around" w:vAnchor="page" w:hAnchor="page" w:x="8142" w:y="2893" w:anchorLock="1"/>
        <w:rPr>
          <w:color w:val="808080"/>
          <w:sz w:val="22"/>
          <w:szCs w:val="20"/>
        </w:rPr>
      </w:pPr>
      <w:r w:rsidRPr="0096130B">
        <w:rPr>
          <w:color w:val="808080"/>
          <w:sz w:val="22"/>
          <w:szCs w:val="20"/>
        </w:rPr>
        <w:t xml:space="preserve">PRESSE-INFORMATION </w:t>
      </w:r>
    </w:p>
    <w:p w14:paraId="37FE29BB" w14:textId="77777777" w:rsidR="00016901" w:rsidRDefault="00FA6332" w:rsidP="002B7C34">
      <w:pPr>
        <w:framePr w:w="3131" w:h="2549" w:hSpace="142" w:wrap="notBeside" w:vAnchor="page" w:hAnchor="page" w:x="8165" w:y="3505" w:anchorLock="1"/>
      </w:pPr>
      <w:r>
        <w:rPr>
          <w:noProof/>
        </w:rPr>
        <w:drawing>
          <wp:inline distT="0" distB="0" distL="0" distR="0" wp14:anchorId="12128EC4" wp14:editId="18F55F73">
            <wp:extent cx="1799371" cy="1354719"/>
            <wp:effectExtent l="0" t="0" r="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99371" cy="13547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C93C4ED" w14:textId="62E3596C" w:rsidR="00450EBB" w:rsidRDefault="00CC0911" w:rsidP="00C577B5">
      <w:pPr>
        <w:framePr w:w="3039" w:h="851" w:hSpace="142" w:wrap="around" w:vAnchor="page" w:hAnchor="page" w:x="8184" w:y="5656" w:anchorLock="1"/>
        <w:ind w:left="-57"/>
        <w:rPr>
          <w:sz w:val="18"/>
          <w:szCs w:val="18"/>
        </w:rPr>
      </w:pPr>
      <w:r>
        <w:rPr>
          <w:bCs/>
          <w:color w:val="808080"/>
          <w:sz w:val="16"/>
          <w:szCs w:val="16"/>
        </w:rPr>
        <w:t>PM_tm_SBC23</w:t>
      </w:r>
      <w:r w:rsidR="00450EBB" w:rsidRPr="006C1AF5">
        <w:rPr>
          <w:bCs/>
          <w:color w:val="808080"/>
          <w:sz w:val="16"/>
          <w:szCs w:val="16"/>
        </w:rPr>
        <w:t>.jpg:</w:t>
      </w:r>
      <w:r w:rsidR="00450EBB" w:rsidRPr="00D15922">
        <w:rPr>
          <w:sz w:val="18"/>
          <w:szCs w:val="18"/>
        </w:rPr>
        <w:t xml:space="preserve"> </w:t>
      </w:r>
    </w:p>
    <w:p w14:paraId="78670E1D" w14:textId="284F400C" w:rsidR="00450EBB" w:rsidRDefault="007E03E4" w:rsidP="00C577B5">
      <w:pPr>
        <w:framePr w:w="3039" w:h="851" w:hSpace="142" w:wrap="around" w:vAnchor="page" w:hAnchor="page" w:x="8184" w:y="5656" w:anchorLock="1"/>
        <w:ind w:left="-57"/>
        <w:rPr>
          <w:sz w:val="18"/>
          <w:szCs w:val="18"/>
        </w:rPr>
      </w:pPr>
      <w:proofErr w:type="spellStart"/>
      <w:r w:rsidRPr="007E03E4">
        <w:rPr>
          <w:snapToGrid w:val="0"/>
          <w:sz w:val="18"/>
          <w:szCs w:val="18"/>
        </w:rPr>
        <w:t>SchreibBarCamp</w:t>
      </w:r>
      <w:proofErr w:type="spellEnd"/>
      <w:r w:rsidRPr="007E03E4">
        <w:rPr>
          <w:snapToGrid w:val="0"/>
          <w:sz w:val="18"/>
          <w:szCs w:val="18"/>
        </w:rPr>
        <w:t xml:space="preserve"> </w:t>
      </w:r>
      <w:proofErr w:type="spellStart"/>
      <w:r w:rsidRPr="007E03E4">
        <w:rPr>
          <w:snapToGrid w:val="0"/>
          <w:sz w:val="18"/>
          <w:szCs w:val="18"/>
        </w:rPr>
        <w:t>by</w:t>
      </w:r>
      <w:proofErr w:type="spellEnd"/>
      <w:r w:rsidRPr="007E03E4">
        <w:rPr>
          <w:snapToGrid w:val="0"/>
          <w:sz w:val="18"/>
          <w:szCs w:val="18"/>
        </w:rPr>
        <w:t xml:space="preserve"> </w:t>
      </w:r>
      <w:proofErr w:type="spellStart"/>
      <w:r w:rsidRPr="007E03E4">
        <w:rPr>
          <w:snapToGrid w:val="0"/>
          <w:sz w:val="18"/>
          <w:szCs w:val="18"/>
        </w:rPr>
        <w:t>tolino</w:t>
      </w:r>
      <w:proofErr w:type="spellEnd"/>
      <w:r w:rsidRPr="007E03E4">
        <w:rPr>
          <w:snapToGrid w:val="0"/>
          <w:sz w:val="18"/>
          <w:szCs w:val="18"/>
        </w:rPr>
        <w:t xml:space="preserve"> </w:t>
      </w:r>
      <w:proofErr w:type="spellStart"/>
      <w:r w:rsidRPr="007E03E4">
        <w:rPr>
          <w:snapToGrid w:val="0"/>
          <w:sz w:val="18"/>
          <w:szCs w:val="18"/>
        </w:rPr>
        <w:t>media</w:t>
      </w:r>
      <w:proofErr w:type="spellEnd"/>
      <w:r w:rsidRPr="007E03E4">
        <w:rPr>
          <w:snapToGrid w:val="0"/>
          <w:sz w:val="18"/>
          <w:szCs w:val="18"/>
        </w:rPr>
        <w:t>: Erste Ausgabe begeistert mit inspirierenden Workshops und d</w:t>
      </w:r>
      <w:r>
        <w:rPr>
          <w:snapToGrid w:val="0"/>
          <w:sz w:val="18"/>
          <w:szCs w:val="18"/>
        </w:rPr>
        <w:t>er</w:t>
      </w:r>
      <w:r w:rsidRPr="007E03E4">
        <w:rPr>
          <w:snapToGrid w:val="0"/>
          <w:sz w:val="18"/>
          <w:szCs w:val="18"/>
        </w:rPr>
        <w:t xml:space="preserve"> Verleihung des vierten </w:t>
      </w:r>
      <w:proofErr w:type="spellStart"/>
      <w:r w:rsidRPr="007E03E4">
        <w:rPr>
          <w:snapToGrid w:val="0"/>
          <w:sz w:val="18"/>
          <w:szCs w:val="18"/>
        </w:rPr>
        <w:t>tolino</w:t>
      </w:r>
      <w:proofErr w:type="spellEnd"/>
      <w:r w:rsidRPr="007E03E4">
        <w:rPr>
          <w:snapToGrid w:val="0"/>
          <w:sz w:val="18"/>
          <w:szCs w:val="18"/>
        </w:rPr>
        <w:t xml:space="preserve"> </w:t>
      </w:r>
      <w:proofErr w:type="spellStart"/>
      <w:r w:rsidRPr="007E03E4">
        <w:rPr>
          <w:snapToGrid w:val="0"/>
          <w:sz w:val="18"/>
          <w:szCs w:val="18"/>
        </w:rPr>
        <w:t>media</w:t>
      </w:r>
      <w:proofErr w:type="spellEnd"/>
      <w:r w:rsidRPr="007E03E4">
        <w:rPr>
          <w:snapToGrid w:val="0"/>
          <w:sz w:val="18"/>
          <w:szCs w:val="18"/>
        </w:rPr>
        <w:t xml:space="preserve"> </w:t>
      </w:r>
      <w:proofErr w:type="spellStart"/>
      <w:r w:rsidRPr="007E03E4">
        <w:rPr>
          <w:snapToGrid w:val="0"/>
          <w:sz w:val="18"/>
          <w:szCs w:val="18"/>
        </w:rPr>
        <w:t>Newcomerpreises</w:t>
      </w:r>
      <w:proofErr w:type="spellEnd"/>
      <w:r w:rsidRPr="007E03E4">
        <w:rPr>
          <w:snapToGrid w:val="0"/>
          <w:sz w:val="18"/>
          <w:szCs w:val="18"/>
        </w:rPr>
        <w:t>.</w:t>
      </w:r>
    </w:p>
    <w:p w14:paraId="249563E0" w14:textId="77777777" w:rsidR="00016901" w:rsidRPr="004120B6" w:rsidRDefault="00016901" w:rsidP="002B7C34">
      <w:pPr>
        <w:framePr w:w="2981" w:h="3927" w:hSpace="142" w:wrap="notBeside" w:vAnchor="page" w:hAnchor="page" w:x="8234" w:y="8333" w:anchorLock="1"/>
        <w:rPr>
          <w:color w:val="808080"/>
          <w:sz w:val="16"/>
        </w:rPr>
      </w:pPr>
      <w:r w:rsidRPr="004120B6">
        <w:rPr>
          <w:color w:val="808080"/>
          <w:sz w:val="16"/>
        </w:rPr>
        <w:t>PRESSE-KONTAKT</w:t>
      </w:r>
    </w:p>
    <w:p w14:paraId="12254D3D" w14:textId="77777777" w:rsidR="00016901" w:rsidRDefault="00016901" w:rsidP="002B7C34">
      <w:pPr>
        <w:framePr w:w="2981" w:h="3927" w:hSpace="142" w:wrap="notBeside" w:vAnchor="page" w:hAnchor="page" w:x="8234" w:y="8333" w:anchorLock="1"/>
        <w:rPr>
          <w:color w:val="808080"/>
          <w:sz w:val="16"/>
        </w:rPr>
      </w:pPr>
    </w:p>
    <w:p w14:paraId="3C10CDDD" w14:textId="77777777" w:rsidR="00016901" w:rsidRPr="001F5BAB" w:rsidRDefault="001F5BAB" w:rsidP="002B7C34">
      <w:pPr>
        <w:framePr w:w="2981" w:h="3927" w:hSpace="142" w:wrap="notBeside" w:vAnchor="page" w:hAnchor="page" w:x="8234" w:y="8333" w:anchorLock="1"/>
        <w:rPr>
          <w:color w:val="808080"/>
          <w:sz w:val="16"/>
          <w:lang w:val="en-GB"/>
        </w:rPr>
      </w:pPr>
      <w:r w:rsidRPr="001F5BAB">
        <w:rPr>
          <w:color w:val="808080"/>
          <w:sz w:val="16"/>
          <w:lang w:val="en-GB"/>
        </w:rPr>
        <w:t>Julia Boulanger</w:t>
      </w:r>
    </w:p>
    <w:p w14:paraId="6BB673AB" w14:textId="77777777" w:rsidR="0055765A" w:rsidRPr="001F5BAB" w:rsidRDefault="000C5621" w:rsidP="002B7C34">
      <w:pPr>
        <w:framePr w:w="2981" w:h="3927" w:hSpace="142" w:wrap="notBeside" w:vAnchor="page" w:hAnchor="page" w:x="8234" w:y="8333" w:anchorLock="1"/>
        <w:rPr>
          <w:color w:val="808080"/>
          <w:sz w:val="16"/>
          <w:lang w:val="en-GB"/>
        </w:rPr>
      </w:pPr>
      <w:r w:rsidRPr="001F5BAB">
        <w:rPr>
          <w:color w:val="808080"/>
          <w:sz w:val="16"/>
          <w:lang w:val="en-GB"/>
        </w:rPr>
        <w:t xml:space="preserve">Senior </w:t>
      </w:r>
      <w:r w:rsidR="001F5BAB" w:rsidRPr="001F5BAB">
        <w:rPr>
          <w:color w:val="808080"/>
          <w:sz w:val="16"/>
          <w:lang w:val="en-GB"/>
        </w:rPr>
        <w:t xml:space="preserve">Social-Media- &amp; </w:t>
      </w:r>
      <w:r w:rsidR="0013233E" w:rsidRPr="001F5BAB">
        <w:rPr>
          <w:color w:val="808080"/>
          <w:sz w:val="16"/>
          <w:lang w:val="en-GB"/>
        </w:rPr>
        <w:t>Community</w:t>
      </w:r>
      <w:r w:rsidR="001F5BAB" w:rsidRPr="001F5BAB">
        <w:rPr>
          <w:color w:val="808080"/>
          <w:sz w:val="16"/>
          <w:lang w:val="en-GB"/>
        </w:rPr>
        <w:t>-</w:t>
      </w:r>
      <w:proofErr w:type="spellStart"/>
      <w:r w:rsidR="000D05E1" w:rsidRPr="001F5BAB">
        <w:rPr>
          <w:color w:val="808080"/>
          <w:sz w:val="16"/>
          <w:lang w:val="en-GB"/>
        </w:rPr>
        <w:t>Managerin</w:t>
      </w:r>
      <w:proofErr w:type="spellEnd"/>
    </w:p>
    <w:p w14:paraId="518065E6" w14:textId="77777777" w:rsidR="00016901" w:rsidRDefault="00016901" w:rsidP="002B7C34">
      <w:pPr>
        <w:framePr w:w="2981" w:h="3927" w:hSpace="142" w:wrap="notBeside" w:vAnchor="page" w:hAnchor="page" w:x="8234" w:y="8333" w:anchorLock="1"/>
        <w:rPr>
          <w:color w:val="808080"/>
          <w:sz w:val="16"/>
        </w:rPr>
      </w:pPr>
      <w:r>
        <w:rPr>
          <w:color w:val="808080"/>
          <w:sz w:val="16"/>
        </w:rPr>
        <w:t>Telefon: +49</w:t>
      </w:r>
      <w:r w:rsidR="00A021BF">
        <w:rPr>
          <w:color w:val="808080"/>
          <w:sz w:val="16"/>
        </w:rPr>
        <w:t xml:space="preserve"> 89</w:t>
      </w:r>
      <w:r>
        <w:rPr>
          <w:color w:val="808080"/>
          <w:sz w:val="16"/>
        </w:rPr>
        <w:t xml:space="preserve"> 4522 018 66</w:t>
      </w:r>
      <w:r w:rsidR="0013233E">
        <w:rPr>
          <w:color w:val="808080"/>
          <w:sz w:val="16"/>
        </w:rPr>
        <w:t>96</w:t>
      </w:r>
    </w:p>
    <w:p w14:paraId="45D20F48" w14:textId="77777777" w:rsidR="00016901" w:rsidRPr="001F5BAB" w:rsidRDefault="00016901" w:rsidP="002B7C34">
      <w:pPr>
        <w:framePr w:w="2981" w:h="3927" w:hSpace="142" w:wrap="notBeside" w:vAnchor="page" w:hAnchor="page" w:x="8234" w:y="8333" w:anchorLock="1"/>
        <w:rPr>
          <w:color w:val="808080"/>
          <w:sz w:val="16"/>
          <w:lang w:val="en-GB"/>
        </w:rPr>
      </w:pPr>
      <w:r w:rsidRPr="001F5BAB">
        <w:rPr>
          <w:color w:val="808080"/>
          <w:sz w:val="16"/>
          <w:lang w:val="en-GB"/>
        </w:rPr>
        <w:t xml:space="preserve">Mail: </w:t>
      </w:r>
      <w:proofErr w:type="spellStart"/>
      <w:r w:rsidR="001F5BAB" w:rsidRPr="001F5BAB">
        <w:rPr>
          <w:color w:val="808080"/>
          <w:sz w:val="16"/>
          <w:lang w:val="en-GB"/>
        </w:rPr>
        <w:t>j.boulanger@tolino.m</w:t>
      </w:r>
      <w:r w:rsidR="001F5BAB">
        <w:rPr>
          <w:color w:val="808080"/>
          <w:sz w:val="16"/>
          <w:lang w:val="en-GB"/>
        </w:rPr>
        <w:t>edia</w:t>
      </w:r>
      <w:proofErr w:type="spellEnd"/>
    </w:p>
    <w:p w14:paraId="26A1181F" w14:textId="77777777" w:rsidR="00016901" w:rsidRPr="001F5BAB" w:rsidRDefault="009C185D" w:rsidP="002B7C34">
      <w:pPr>
        <w:framePr w:w="2981" w:h="3927" w:hSpace="142" w:wrap="notBeside" w:vAnchor="page" w:hAnchor="page" w:x="8234" w:y="8333" w:anchorLock="1"/>
        <w:rPr>
          <w:color w:val="808080"/>
          <w:sz w:val="16"/>
        </w:rPr>
      </w:pPr>
      <w:r w:rsidRPr="001F5BAB">
        <w:rPr>
          <w:color w:val="808080"/>
          <w:sz w:val="16"/>
        </w:rPr>
        <w:t>Web: www</w:t>
      </w:r>
      <w:r w:rsidR="00853C22" w:rsidRPr="001F5BAB">
        <w:rPr>
          <w:color w:val="808080"/>
          <w:sz w:val="16"/>
        </w:rPr>
        <w:t>.tolino-media.de/</w:t>
      </w:r>
    </w:p>
    <w:p w14:paraId="0D27245F" w14:textId="77777777" w:rsidR="00016901" w:rsidRPr="001F5BAB" w:rsidRDefault="00016901" w:rsidP="002B7C34">
      <w:pPr>
        <w:framePr w:w="2981" w:h="3927" w:hSpace="142" w:wrap="notBeside" w:vAnchor="page" w:hAnchor="page" w:x="8234" w:y="8333" w:anchorLock="1"/>
        <w:rPr>
          <w:color w:val="808080"/>
          <w:sz w:val="16"/>
        </w:rPr>
      </w:pPr>
    </w:p>
    <w:p w14:paraId="31AB1273" w14:textId="77777777" w:rsidR="00016901" w:rsidRPr="001F5BAB" w:rsidRDefault="00016901" w:rsidP="002B7C34">
      <w:pPr>
        <w:framePr w:w="2981" w:h="3927" w:hSpace="142" w:wrap="notBeside" w:vAnchor="page" w:hAnchor="page" w:x="8234" w:y="8333" w:anchorLock="1"/>
        <w:rPr>
          <w:color w:val="808080"/>
          <w:sz w:val="16"/>
        </w:rPr>
      </w:pPr>
    </w:p>
    <w:p w14:paraId="0AEF99A0" w14:textId="77777777" w:rsidR="004E2487" w:rsidRPr="00233AD8" w:rsidRDefault="004E2487" w:rsidP="002B7C34">
      <w:pPr>
        <w:framePr w:w="2981" w:h="3927" w:hSpace="142" w:wrap="notBeside" w:vAnchor="page" w:hAnchor="page" w:x="8234" w:y="8333" w:anchorLock="1"/>
        <w:rPr>
          <w:color w:val="808080"/>
          <w:sz w:val="16"/>
        </w:rPr>
      </w:pPr>
      <w:proofErr w:type="spellStart"/>
      <w:r w:rsidRPr="001F5BAB">
        <w:rPr>
          <w:color w:val="808080"/>
          <w:sz w:val="16"/>
        </w:rPr>
        <w:t>tolino</w:t>
      </w:r>
      <w:proofErr w:type="spellEnd"/>
      <w:r w:rsidRPr="001F5BAB">
        <w:rPr>
          <w:color w:val="808080"/>
          <w:sz w:val="16"/>
        </w:rPr>
        <w:t xml:space="preserve"> </w:t>
      </w:r>
      <w:proofErr w:type="spellStart"/>
      <w:r w:rsidRPr="001F5BAB">
        <w:rPr>
          <w:color w:val="808080"/>
          <w:sz w:val="16"/>
        </w:rPr>
        <w:t>media</w:t>
      </w:r>
      <w:proofErr w:type="spellEnd"/>
      <w:r w:rsidRPr="001F5BAB">
        <w:rPr>
          <w:color w:val="808080"/>
          <w:sz w:val="16"/>
        </w:rPr>
        <w:t xml:space="preserve"> GmbH &amp; Co. </w:t>
      </w:r>
      <w:r w:rsidRPr="00233AD8">
        <w:rPr>
          <w:color w:val="808080"/>
          <w:sz w:val="16"/>
        </w:rPr>
        <w:t>KG</w:t>
      </w:r>
    </w:p>
    <w:p w14:paraId="24E54C6B" w14:textId="77777777" w:rsidR="004E2487" w:rsidRDefault="004E2487" w:rsidP="002B7C34">
      <w:pPr>
        <w:framePr w:w="2981" w:h="3927" w:hSpace="142" w:wrap="notBeside" w:vAnchor="page" w:hAnchor="page" w:x="8234" w:y="8333" w:anchorLock="1"/>
        <w:rPr>
          <w:color w:val="808080"/>
          <w:sz w:val="16"/>
        </w:rPr>
      </w:pPr>
      <w:r w:rsidRPr="00F43CCE">
        <w:rPr>
          <w:color w:val="808080"/>
          <w:sz w:val="16"/>
        </w:rPr>
        <w:t xml:space="preserve">Albrechtstr. </w:t>
      </w:r>
      <w:r>
        <w:rPr>
          <w:color w:val="808080"/>
          <w:sz w:val="16"/>
        </w:rPr>
        <w:t>14</w:t>
      </w:r>
    </w:p>
    <w:p w14:paraId="0BB16EAE" w14:textId="77777777" w:rsidR="004E2487" w:rsidRDefault="004E2487" w:rsidP="002B7C34">
      <w:pPr>
        <w:framePr w:w="2981" w:h="3927" w:hSpace="142" w:wrap="notBeside" w:vAnchor="page" w:hAnchor="page" w:x="8234" w:y="8333" w:anchorLock="1"/>
        <w:rPr>
          <w:color w:val="808080"/>
          <w:sz w:val="16"/>
        </w:rPr>
      </w:pPr>
      <w:r>
        <w:rPr>
          <w:color w:val="808080"/>
          <w:sz w:val="16"/>
        </w:rPr>
        <w:t>80636 München</w:t>
      </w:r>
    </w:p>
    <w:p w14:paraId="30EFB977" w14:textId="77777777" w:rsidR="004E2487" w:rsidRDefault="004E2487" w:rsidP="002B7C34">
      <w:pPr>
        <w:framePr w:w="2981" w:h="3927" w:hSpace="142" w:wrap="notBeside" w:vAnchor="page" w:hAnchor="page" w:x="8234" w:y="8333" w:anchorLock="1"/>
        <w:rPr>
          <w:color w:val="808080"/>
          <w:sz w:val="16"/>
        </w:rPr>
      </w:pPr>
    </w:p>
    <w:p w14:paraId="77AAE32B" w14:textId="77777777" w:rsidR="004E2487" w:rsidRPr="001B6EC7" w:rsidRDefault="004E2487" w:rsidP="002B7C34">
      <w:pPr>
        <w:framePr w:w="2981" w:h="3927" w:hSpace="142" w:wrap="notBeside" w:vAnchor="page" w:hAnchor="page" w:x="8234" w:y="8333" w:anchorLock="1"/>
        <w:rPr>
          <w:color w:val="808080"/>
          <w:sz w:val="16"/>
        </w:rPr>
      </w:pPr>
    </w:p>
    <w:p w14:paraId="71D9D9C3" w14:textId="77777777" w:rsidR="00A26D04" w:rsidRPr="004120B6" w:rsidRDefault="00A26D04" w:rsidP="002B7C34">
      <w:pPr>
        <w:framePr w:w="2981" w:h="3927" w:hSpace="142" w:wrap="notBeside" w:vAnchor="page" w:hAnchor="page" w:x="8234" w:y="8333" w:anchorLock="1"/>
        <w:rPr>
          <w:color w:val="808080"/>
          <w:sz w:val="16"/>
        </w:rPr>
      </w:pPr>
      <w:r>
        <w:rPr>
          <w:color w:val="808080"/>
          <w:sz w:val="16"/>
        </w:rPr>
        <w:t xml:space="preserve">Eine Medieninformation der </w:t>
      </w:r>
      <w:proofErr w:type="spellStart"/>
      <w:r>
        <w:rPr>
          <w:color w:val="808080"/>
          <w:sz w:val="16"/>
        </w:rPr>
        <w:t>tolino</w:t>
      </w:r>
      <w:proofErr w:type="spellEnd"/>
      <w:r w:rsidR="00271AAA">
        <w:rPr>
          <w:color w:val="808080"/>
          <w:sz w:val="16"/>
        </w:rPr>
        <w:t xml:space="preserve"> </w:t>
      </w:r>
      <w:proofErr w:type="spellStart"/>
      <w:r w:rsidR="00271AAA">
        <w:rPr>
          <w:color w:val="808080"/>
          <w:sz w:val="16"/>
        </w:rPr>
        <w:t>media</w:t>
      </w:r>
      <w:proofErr w:type="spellEnd"/>
      <w:r w:rsidR="00271AAA">
        <w:rPr>
          <w:color w:val="808080"/>
          <w:sz w:val="16"/>
        </w:rPr>
        <w:t xml:space="preserve"> GmbH &amp; Co. KG</w:t>
      </w:r>
    </w:p>
    <w:p w14:paraId="4D83F278" w14:textId="77777777" w:rsidR="00A26D04" w:rsidRDefault="00A26D04" w:rsidP="002B7C34">
      <w:pPr>
        <w:framePr w:w="2981" w:h="3927" w:hSpace="142" w:wrap="notBeside" w:vAnchor="page" w:hAnchor="page" w:x="8234" w:y="8333" w:anchorLock="1"/>
        <w:rPr>
          <w:color w:val="808080"/>
          <w:sz w:val="16"/>
        </w:rPr>
      </w:pPr>
    </w:p>
    <w:p w14:paraId="59F9BD55" w14:textId="77777777" w:rsidR="00A26D04" w:rsidRDefault="00A26D04" w:rsidP="002B7C34">
      <w:pPr>
        <w:framePr w:w="2981" w:h="3927" w:hSpace="142" w:wrap="notBeside" w:vAnchor="page" w:hAnchor="page" w:x="8234" w:y="8333" w:anchorLock="1"/>
        <w:rPr>
          <w:color w:val="808080"/>
          <w:sz w:val="16"/>
        </w:rPr>
      </w:pPr>
    </w:p>
    <w:p w14:paraId="5CE15A9E" w14:textId="77777777" w:rsidR="00016901" w:rsidRDefault="00016901" w:rsidP="002B7C34">
      <w:pPr>
        <w:framePr w:w="2981" w:h="3927" w:hSpace="142" w:wrap="notBeside" w:vAnchor="page" w:hAnchor="page" w:x="8234" w:y="8333" w:anchorLock="1"/>
        <w:rPr>
          <w:color w:val="808080"/>
          <w:sz w:val="16"/>
        </w:rPr>
      </w:pPr>
      <w:r w:rsidRPr="004120B6">
        <w:rPr>
          <w:color w:val="808080"/>
          <w:sz w:val="16"/>
        </w:rPr>
        <w:t>Text und Bild finden Sie zum Download unter:</w:t>
      </w:r>
      <w:r w:rsidR="00271AAA">
        <w:rPr>
          <w:color w:val="808080"/>
          <w:sz w:val="16"/>
        </w:rPr>
        <w:t xml:space="preserve"> </w:t>
      </w:r>
      <w:r w:rsidR="00271AAA" w:rsidRPr="00271AAA">
        <w:rPr>
          <w:color w:val="808080"/>
          <w:sz w:val="16"/>
        </w:rPr>
        <w:t>https://www.tolino-media.de/presseportal/#pressemeldungen</w:t>
      </w:r>
    </w:p>
    <w:p w14:paraId="4C5E3916" w14:textId="77777777" w:rsidR="00FB6285" w:rsidRDefault="00FB6285" w:rsidP="002B7C34">
      <w:pPr>
        <w:framePr w:w="2981" w:h="3927" w:hSpace="142" w:wrap="notBeside" w:vAnchor="page" w:hAnchor="page" w:x="8234" w:y="8333" w:anchorLock="1"/>
        <w:rPr>
          <w:color w:val="808080"/>
          <w:sz w:val="16"/>
        </w:rPr>
      </w:pPr>
    </w:p>
    <w:p w14:paraId="55C0EB17" w14:textId="77777777" w:rsidR="00FB6285" w:rsidRDefault="00FB6285" w:rsidP="002B7C34">
      <w:pPr>
        <w:framePr w:w="2981" w:h="3927" w:hSpace="142" w:wrap="notBeside" w:vAnchor="page" w:hAnchor="page" w:x="8234" w:y="8333" w:anchorLock="1"/>
        <w:rPr>
          <w:color w:val="808080"/>
          <w:sz w:val="16"/>
        </w:rPr>
      </w:pPr>
    </w:p>
    <w:p w14:paraId="6507B2FC" w14:textId="77777777" w:rsidR="00AB5763" w:rsidRPr="001F5BAB" w:rsidRDefault="00AB5763" w:rsidP="00AB5763">
      <w:pPr>
        <w:pStyle w:val="LauftextPI"/>
        <w:rPr>
          <w:sz w:val="18"/>
          <w:szCs w:val="18"/>
          <w:lang w:val="de-DE"/>
        </w:rPr>
      </w:pPr>
    </w:p>
    <w:p w14:paraId="71115073" w14:textId="77777777" w:rsidR="00E137F6" w:rsidRDefault="00E137F6" w:rsidP="00271AAA">
      <w:pPr>
        <w:pStyle w:val="StandardWeb"/>
        <w:rPr>
          <w:rFonts w:ascii="Arial" w:hAnsi="Arial" w:cs="Arial"/>
          <w:b/>
          <w:sz w:val="18"/>
          <w:szCs w:val="18"/>
        </w:rPr>
      </w:pPr>
    </w:p>
    <w:p w14:paraId="6C09CEF5" w14:textId="5E18A919" w:rsidR="00E137F6" w:rsidRPr="00E137F6" w:rsidRDefault="004B3577" w:rsidP="00E137F6">
      <w:pPr>
        <w:pStyle w:val="LauftextPI"/>
        <w:rPr>
          <w:lang w:val="de-DE"/>
        </w:rPr>
      </w:pPr>
      <w:r w:rsidRPr="004B3577">
        <w:rPr>
          <w:lang w:val="de-DE"/>
        </w:rPr>
        <w:t>Neben der Anerkennung für ihre Leistung als hervorragende Autor</w:t>
      </w:r>
      <w:r>
        <w:rPr>
          <w:lang w:val="de-DE"/>
        </w:rPr>
        <w:t>*</w:t>
      </w:r>
      <w:r w:rsidRPr="004B3577">
        <w:rPr>
          <w:lang w:val="de-DE"/>
        </w:rPr>
        <w:t>innen freuen sich die glücklichen Gewinner</w:t>
      </w:r>
      <w:r>
        <w:rPr>
          <w:lang w:val="de-DE"/>
        </w:rPr>
        <w:t>*</w:t>
      </w:r>
      <w:r w:rsidRPr="004B3577">
        <w:rPr>
          <w:lang w:val="de-DE"/>
        </w:rPr>
        <w:t>innen auch über großzügige Preisgelder und Marketingpakete</w:t>
      </w:r>
      <w:r>
        <w:rPr>
          <w:lang w:val="de-DE"/>
        </w:rPr>
        <w:t xml:space="preserve"> in den Shops</w:t>
      </w:r>
      <w:r w:rsidRPr="004B3577">
        <w:rPr>
          <w:lang w:val="de-DE"/>
        </w:rPr>
        <w:t xml:space="preserve"> der </w:t>
      </w:r>
      <w:proofErr w:type="spellStart"/>
      <w:r w:rsidRPr="004B3577">
        <w:rPr>
          <w:lang w:val="de-DE"/>
        </w:rPr>
        <w:t>tolino</w:t>
      </w:r>
      <w:proofErr w:type="spellEnd"/>
      <w:r w:rsidRPr="004B3577">
        <w:rPr>
          <w:lang w:val="de-DE"/>
        </w:rPr>
        <w:t>-Allianz</w:t>
      </w:r>
      <w:r>
        <w:rPr>
          <w:lang w:val="de-DE"/>
        </w:rPr>
        <w:t>.</w:t>
      </w:r>
      <w:r w:rsidRPr="004B3577">
        <w:rPr>
          <w:lang w:val="de-DE"/>
        </w:rPr>
        <w:t xml:space="preserve"> </w:t>
      </w:r>
      <w:r w:rsidR="00E137F6" w:rsidRPr="0E2254BE">
        <w:rPr>
          <w:lang w:val="de-DE"/>
        </w:rPr>
        <w:t xml:space="preserve">Dies </w:t>
      </w:r>
      <w:r w:rsidR="007E03E4" w:rsidRPr="0E2254BE">
        <w:rPr>
          <w:lang w:val="de-DE"/>
        </w:rPr>
        <w:t>hilft ihnen</w:t>
      </w:r>
      <w:r w:rsidR="00E137F6" w:rsidRPr="0E2254BE">
        <w:rPr>
          <w:lang w:val="de-DE"/>
        </w:rPr>
        <w:t>, ihre Werke einem breiten Publikum zugänglich zu machen und ihre Karrieren als Schriftsteller</w:t>
      </w:r>
      <w:r w:rsidR="007E03E4" w:rsidRPr="0E2254BE">
        <w:rPr>
          <w:lang w:val="de-DE"/>
        </w:rPr>
        <w:t>*</w:t>
      </w:r>
      <w:r w:rsidR="00E137F6" w:rsidRPr="0E2254BE">
        <w:rPr>
          <w:lang w:val="de-DE"/>
        </w:rPr>
        <w:t>innen weiter voranzutreiben.</w:t>
      </w:r>
    </w:p>
    <w:p w14:paraId="4F5572FB" w14:textId="77777777" w:rsidR="00E137F6" w:rsidRPr="00E137F6" w:rsidRDefault="00E137F6" w:rsidP="00E137F6">
      <w:pPr>
        <w:pStyle w:val="LauftextPI"/>
        <w:rPr>
          <w:lang w:val="de-DE"/>
        </w:rPr>
      </w:pPr>
    </w:p>
    <w:p w14:paraId="1C28E944" w14:textId="305DC740" w:rsidR="00E137F6" w:rsidRPr="00E137F6" w:rsidRDefault="00E137F6" w:rsidP="00E137F6">
      <w:pPr>
        <w:pStyle w:val="LauftextPI"/>
        <w:rPr>
          <w:lang w:val="de-DE"/>
        </w:rPr>
      </w:pPr>
      <w:r w:rsidRPr="0E2254BE">
        <w:rPr>
          <w:lang w:val="de-DE"/>
        </w:rPr>
        <w:t xml:space="preserve">Das </w:t>
      </w:r>
      <w:proofErr w:type="spellStart"/>
      <w:r w:rsidRPr="0E2254BE">
        <w:rPr>
          <w:lang w:val="de-DE"/>
        </w:rPr>
        <w:t>SchreibBarCamp</w:t>
      </w:r>
      <w:proofErr w:type="spellEnd"/>
      <w:r w:rsidRPr="0E2254BE">
        <w:rPr>
          <w:lang w:val="de-DE"/>
        </w:rPr>
        <w:t xml:space="preserve"> </w:t>
      </w:r>
      <w:proofErr w:type="spellStart"/>
      <w:r w:rsidRPr="0E2254BE">
        <w:rPr>
          <w:lang w:val="de-DE"/>
        </w:rPr>
        <w:t>by</w:t>
      </w:r>
      <w:proofErr w:type="spellEnd"/>
      <w:r w:rsidRPr="0E2254BE">
        <w:rPr>
          <w:lang w:val="de-DE"/>
        </w:rPr>
        <w:t xml:space="preserve"> </w:t>
      </w:r>
      <w:proofErr w:type="spellStart"/>
      <w:r w:rsidRPr="0E2254BE">
        <w:rPr>
          <w:lang w:val="de-DE"/>
        </w:rPr>
        <w:t>tolino</w:t>
      </w:r>
      <w:proofErr w:type="spellEnd"/>
      <w:r w:rsidRPr="0E2254BE">
        <w:rPr>
          <w:lang w:val="de-DE"/>
        </w:rPr>
        <w:t xml:space="preserve"> </w:t>
      </w:r>
      <w:proofErr w:type="spellStart"/>
      <w:r w:rsidRPr="0E2254BE">
        <w:rPr>
          <w:lang w:val="de-DE"/>
        </w:rPr>
        <w:t>media</w:t>
      </w:r>
      <w:proofErr w:type="spellEnd"/>
      <w:r w:rsidRPr="0E2254BE">
        <w:rPr>
          <w:lang w:val="de-DE"/>
        </w:rPr>
        <w:t xml:space="preserve"> war ein voller Erfolg und wird zweifellos im kommenden Jahr erneut stattfinden. </w:t>
      </w:r>
      <w:proofErr w:type="spellStart"/>
      <w:r w:rsidRPr="0E2254BE">
        <w:rPr>
          <w:lang w:val="de-DE"/>
        </w:rPr>
        <w:t>tolino</w:t>
      </w:r>
      <w:proofErr w:type="spellEnd"/>
      <w:r w:rsidRPr="0E2254BE">
        <w:rPr>
          <w:lang w:val="de-DE"/>
        </w:rPr>
        <w:t xml:space="preserve"> </w:t>
      </w:r>
      <w:proofErr w:type="spellStart"/>
      <w:r w:rsidRPr="0E2254BE">
        <w:rPr>
          <w:lang w:val="de-DE"/>
        </w:rPr>
        <w:t>media</w:t>
      </w:r>
      <w:proofErr w:type="spellEnd"/>
      <w:r w:rsidRPr="0E2254BE">
        <w:rPr>
          <w:lang w:val="de-DE"/>
        </w:rPr>
        <w:t xml:space="preserve"> bleibt</w:t>
      </w:r>
      <w:r w:rsidR="4C23884B" w:rsidRPr="0E2254BE">
        <w:rPr>
          <w:lang w:val="de-DE"/>
        </w:rPr>
        <w:t xml:space="preserve"> damit</w:t>
      </w:r>
      <w:r w:rsidRPr="0E2254BE">
        <w:rPr>
          <w:lang w:val="de-DE"/>
        </w:rPr>
        <w:t xml:space="preserve"> seiner Mission treu, talentierte Autor*innen zu fördern und die Welt des Schreibens zu bereichern.</w:t>
      </w:r>
    </w:p>
    <w:p w14:paraId="6889A6A0" w14:textId="77777777" w:rsidR="00E137F6" w:rsidRPr="00E137F6" w:rsidRDefault="00E137F6" w:rsidP="00E137F6">
      <w:pPr>
        <w:pStyle w:val="LauftextPI"/>
        <w:rPr>
          <w:lang w:val="de-DE"/>
        </w:rPr>
      </w:pPr>
    </w:p>
    <w:p w14:paraId="03CA2890" w14:textId="6E660EDF" w:rsidR="00E137F6" w:rsidRPr="007B7417" w:rsidRDefault="00E137F6" w:rsidP="00E137F6">
      <w:pPr>
        <w:pStyle w:val="LauftextPI"/>
        <w:rPr>
          <w:lang w:val="de-DE"/>
        </w:rPr>
      </w:pPr>
      <w:r w:rsidRPr="00E137F6">
        <w:rPr>
          <w:lang w:val="de-DE"/>
        </w:rPr>
        <w:t xml:space="preserve">Für weitere Informationen zu </w:t>
      </w:r>
      <w:proofErr w:type="spellStart"/>
      <w:r w:rsidRPr="00E137F6">
        <w:rPr>
          <w:lang w:val="de-DE"/>
        </w:rPr>
        <w:t>tolino</w:t>
      </w:r>
      <w:proofErr w:type="spellEnd"/>
      <w:r w:rsidRPr="00E137F6">
        <w:rPr>
          <w:lang w:val="de-DE"/>
        </w:rPr>
        <w:t xml:space="preserve"> </w:t>
      </w:r>
      <w:proofErr w:type="spellStart"/>
      <w:r w:rsidRPr="00E137F6">
        <w:rPr>
          <w:lang w:val="de-DE"/>
        </w:rPr>
        <w:t>media</w:t>
      </w:r>
      <w:proofErr w:type="spellEnd"/>
      <w:r w:rsidRPr="00E137F6">
        <w:rPr>
          <w:lang w:val="de-DE"/>
        </w:rPr>
        <w:t xml:space="preserve"> und kommenden Veranstaltungen besuchen Sie bitte unsere Webseite unter</w:t>
      </w:r>
      <w:r w:rsidR="007E03E4" w:rsidRPr="007E03E4">
        <w:t xml:space="preserve"> </w:t>
      </w:r>
      <w:r w:rsidR="007E03E4" w:rsidRPr="007E03E4">
        <w:rPr>
          <w:lang w:val="de-DE"/>
        </w:rPr>
        <w:t>https://www.tolino-media.de/</w:t>
      </w:r>
      <w:r w:rsidRPr="00E137F6">
        <w:rPr>
          <w:lang w:val="de-DE"/>
        </w:rPr>
        <w:t>.</w:t>
      </w:r>
    </w:p>
    <w:p w14:paraId="447588B1" w14:textId="77777777" w:rsidR="00E137F6" w:rsidRDefault="00E137F6" w:rsidP="00271AAA">
      <w:pPr>
        <w:pStyle w:val="StandardWeb"/>
        <w:rPr>
          <w:rFonts w:ascii="Arial" w:hAnsi="Arial" w:cs="Arial"/>
          <w:b/>
          <w:sz w:val="18"/>
          <w:szCs w:val="18"/>
        </w:rPr>
      </w:pPr>
    </w:p>
    <w:p w14:paraId="736A6162" w14:textId="547FC355" w:rsidR="00271AAA" w:rsidRPr="00233AD8" w:rsidRDefault="00271AAA" w:rsidP="00271AAA">
      <w:pPr>
        <w:pStyle w:val="StandardWeb"/>
        <w:rPr>
          <w:rFonts w:ascii="Arial" w:hAnsi="Arial" w:cs="Arial"/>
          <w:b/>
          <w:sz w:val="18"/>
          <w:szCs w:val="18"/>
        </w:rPr>
      </w:pPr>
      <w:r w:rsidRPr="00233AD8">
        <w:rPr>
          <w:rFonts w:ascii="Arial" w:hAnsi="Arial" w:cs="Arial"/>
          <w:b/>
          <w:sz w:val="18"/>
          <w:szCs w:val="18"/>
        </w:rPr>
        <w:t xml:space="preserve">Über </w:t>
      </w:r>
      <w:proofErr w:type="spellStart"/>
      <w:r w:rsidRPr="00233AD8">
        <w:rPr>
          <w:rFonts w:ascii="Arial" w:hAnsi="Arial" w:cs="Arial"/>
          <w:b/>
          <w:sz w:val="18"/>
          <w:szCs w:val="18"/>
        </w:rPr>
        <w:t>tolino</w:t>
      </w:r>
      <w:proofErr w:type="spellEnd"/>
      <w:r w:rsidRPr="00233AD8">
        <w:rPr>
          <w:rFonts w:ascii="Arial" w:hAnsi="Arial" w:cs="Arial"/>
          <w:b/>
          <w:sz w:val="18"/>
          <w:szCs w:val="18"/>
        </w:rPr>
        <w:t xml:space="preserve"> </w:t>
      </w:r>
      <w:proofErr w:type="spellStart"/>
      <w:r w:rsidRPr="00233AD8">
        <w:rPr>
          <w:rFonts w:ascii="Arial" w:hAnsi="Arial" w:cs="Arial"/>
          <w:b/>
          <w:sz w:val="18"/>
          <w:szCs w:val="18"/>
        </w:rPr>
        <w:t>media</w:t>
      </w:r>
      <w:proofErr w:type="spellEnd"/>
      <w:r w:rsidR="00983F78">
        <w:rPr>
          <w:rFonts w:ascii="Arial" w:hAnsi="Arial" w:cs="Arial"/>
          <w:b/>
          <w:sz w:val="18"/>
          <w:szCs w:val="18"/>
        </w:rPr>
        <w:t xml:space="preserve"> – die Heimat des Selfpublishings</w:t>
      </w:r>
    </w:p>
    <w:p w14:paraId="5326E5C3" w14:textId="77777777" w:rsidR="00983F78" w:rsidRPr="00271AAA" w:rsidRDefault="00983F78" w:rsidP="00983F78">
      <w:pPr>
        <w:pStyle w:val="StandardWeb"/>
        <w:rPr>
          <w:rFonts w:ascii="Arial" w:hAnsi="Arial" w:cs="Arial"/>
          <w:sz w:val="18"/>
          <w:szCs w:val="18"/>
        </w:rPr>
      </w:pPr>
      <w:r w:rsidRPr="00983F78">
        <w:rPr>
          <w:rFonts w:ascii="Arial" w:hAnsi="Arial" w:cs="Arial"/>
          <w:sz w:val="18"/>
          <w:szCs w:val="18"/>
        </w:rPr>
        <w:t xml:space="preserve">Als eine der führenden Selfpublishing-Plattformen im deutschsprachigen Raum unterstützt </w:t>
      </w:r>
      <w:proofErr w:type="spellStart"/>
      <w:r w:rsidRPr="00983F78">
        <w:rPr>
          <w:rFonts w:ascii="Arial" w:hAnsi="Arial" w:cs="Arial"/>
          <w:sz w:val="18"/>
          <w:szCs w:val="18"/>
        </w:rPr>
        <w:t>tolino</w:t>
      </w:r>
      <w:proofErr w:type="spellEnd"/>
      <w:r w:rsidRPr="00983F78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983F78">
        <w:rPr>
          <w:rFonts w:ascii="Arial" w:hAnsi="Arial" w:cs="Arial"/>
          <w:sz w:val="18"/>
          <w:szCs w:val="18"/>
        </w:rPr>
        <w:t>media</w:t>
      </w:r>
      <w:proofErr w:type="spellEnd"/>
      <w:r w:rsidRPr="00983F78">
        <w:rPr>
          <w:rFonts w:ascii="Arial" w:hAnsi="Arial" w:cs="Arial"/>
          <w:sz w:val="18"/>
          <w:szCs w:val="18"/>
        </w:rPr>
        <w:t xml:space="preserve"> Autor*innen mit innovativen Produkten und Services bei allen Aspekten der Produktion, Veröffentlichung und Vermarktung ihrer Werke – in allen Formaten und über sämtliche Vertriebskanäle hinweg. </w:t>
      </w:r>
      <w:hyperlink r:id="rId10" w:history="1">
        <w:r w:rsidRPr="00E17046">
          <w:rPr>
            <w:rStyle w:val="Hyperlink"/>
            <w:rFonts w:ascii="Arial" w:hAnsi="Arial" w:cs="Arial"/>
            <w:sz w:val="18"/>
            <w:szCs w:val="18"/>
            <w:lang w:val="en-GB"/>
          </w:rPr>
          <w:t>www.tolino-media.de</w:t>
        </w:r>
      </w:hyperlink>
      <w:r>
        <w:rPr>
          <w:rFonts w:ascii="Arial" w:hAnsi="Arial" w:cs="Arial"/>
          <w:sz w:val="18"/>
          <w:szCs w:val="18"/>
          <w:lang w:val="en-GB"/>
        </w:rPr>
        <w:t xml:space="preserve"> </w:t>
      </w:r>
    </w:p>
    <w:p w14:paraId="164938BE" w14:textId="77777777" w:rsidR="0071748C" w:rsidRDefault="0071748C" w:rsidP="00666109"/>
    <w:sectPr w:rsidR="0071748C">
      <w:headerReference w:type="default" r:id="rId11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7D6E50" w14:textId="77777777" w:rsidR="00E137F6" w:rsidRDefault="00E137F6" w:rsidP="00016901">
      <w:r>
        <w:separator/>
      </w:r>
    </w:p>
  </w:endnote>
  <w:endnote w:type="continuationSeparator" w:id="0">
    <w:p w14:paraId="167F990B" w14:textId="77777777" w:rsidR="00E137F6" w:rsidRDefault="00E137F6" w:rsidP="000169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5FC066" w14:textId="77777777" w:rsidR="00E137F6" w:rsidRDefault="00E137F6" w:rsidP="00016901">
      <w:r>
        <w:separator/>
      </w:r>
    </w:p>
  </w:footnote>
  <w:footnote w:type="continuationSeparator" w:id="0">
    <w:p w14:paraId="30DAFC7E" w14:textId="77777777" w:rsidR="00E137F6" w:rsidRDefault="00E137F6" w:rsidP="000169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9B1F07" w14:textId="77777777" w:rsidR="0013233E" w:rsidRDefault="0013233E">
    <w:pPr>
      <w:pStyle w:val="Kopfzeile"/>
      <w:rPr>
        <w:rFonts w:ascii="Arial" w:hAnsi="Arial" w:cs="Arial"/>
        <w:noProof/>
      </w:rPr>
    </w:pPr>
    <w:r w:rsidRPr="00E7088C">
      <w:rPr>
        <w:rFonts w:ascii="Arial" w:hAnsi="Arial" w:cs="Arial"/>
        <w:noProof/>
        <w:lang w:eastAsia="de-DE"/>
      </w:rPr>
      <w:drawing>
        <wp:anchor distT="0" distB="0" distL="114300" distR="114300" simplePos="0" relativeHeight="251659264" behindDoc="1" locked="1" layoutInCell="1" allowOverlap="1" wp14:anchorId="7A2B1CBD" wp14:editId="62FA77F8">
          <wp:simplePos x="0" y="0"/>
          <wp:positionH relativeFrom="margin">
            <wp:posOffset>1517650</wp:posOffset>
          </wp:positionH>
          <wp:positionV relativeFrom="paragraph">
            <wp:posOffset>30480</wp:posOffset>
          </wp:positionV>
          <wp:extent cx="2718435" cy="662940"/>
          <wp:effectExtent l="0" t="0" r="5715" b="0"/>
          <wp:wrapTight wrapText="bothSides">
            <wp:wrapPolygon edited="0">
              <wp:start x="8477" y="0"/>
              <wp:lineTo x="0" y="6207"/>
              <wp:lineTo x="0" y="13655"/>
              <wp:lineTo x="151" y="18621"/>
              <wp:lineTo x="21494" y="18621"/>
              <wp:lineTo x="21494" y="6207"/>
              <wp:lineTo x="18164" y="3724"/>
              <wp:lineTo x="9536" y="0"/>
              <wp:lineTo x="8477" y="0"/>
            </wp:wrapPolygon>
          </wp:wrapTight>
          <wp:docPr id="2" name="Bild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tolino_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718435" cy="6629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80209E9" w14:textId="77777777" w:rsidR="0013233E" w:rsidRDefault="0013233E">
    <w:pPr>
      <w:pStyle w:val="Kopfzeile"/>
      <w:rPr>
        <w:rFonts w:ascii="Arial" w:hAnsi="Arial" w:cs="Arial"/>
        <w:noProof/>
      </w:rPr>
    </w:pPr>
  </w:p>
  <w:p w14:paraId="61431C97" w14:textId="77777777" w:rsidR="0013233E" w:rsidRDefault="0013233E">
    <w:pPr>
      <w:pStyle w:val="Kopfzeile"/>
      <w:rPr>
        <w:rFonts w:ascii="Arial" w:hAnsi="Arial" w:cs="Arial"/>
        <w:noProof/>
      </w:rPr>
    </w:pPr>
  </w:p>
  <w:p w14:paraId="66ACAABD" w14:textId="77777777" w:rsidR="0013233E" w:rsidRDefault="0013233E">
    <w:pPr>
      <w:pStyle w:val="Kopfzeile"/>
      <w:rPr>
        <w:rFonts w:ascii="Arial" w:hAnsi="Arial" w:cs="Arial"/>
        <w:noProof/>
      </w:rPr>
    </w:pPr>
  </w:p>
  <w:p w14:paraId="091F055B" w14:textId="77777777" w:rsidR="0013233E" w:rsidRDefault="0013233E">
    <w:pPr>
      <w:pStyle w:val="Kopfzeile"/>
    </w:pPr>
  </w:p>
  <w:p w14:paraId="061D2EBB" w14:textId="77777777" w:rsidR="0013233E" w:rsidRDefault="0013233E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37F6"/>
    <w:rsid w:val="00015D39"/>
    <w:rsid w:val="00016901"/>
    <w:rsid w:val="000A168C"/>
    <w:rsid w:val="000A7739"/>
    <w:rsid w:val="000B4F0A"/>
    <w:rsid w:val="000C5621"/>
    <w:rsid w:val="000D05E1"/>
    <w:rsid w:val="000D1A0E"/>
    <w:rsid w:val="000D3A96"/>
    <w:rsid w:val="001032F1"/>
    <w:rsid w:val="0013233E"/>
    <w:rsid w:val="00151C55"/>
    <w:rsid w:val="001641C4"/>
    <w:rsid w:val="001D5FC7"/>
    <w:rsid w:val="001E7A70"/>
    <w:rsid w:val="001F5BAB"/>
    <w:rsid w:val="0020796D"/>
    <w:rsid w:val="00212798"/>
    <w:rsid w:val="00233AD8"/>
    <w:rsid w:val="00245439"/>
    <w:rsid w:val="00253F5C"/>
    <w:rsid w:val="0025546F"/>
    <w:rsid w:val="00261480"/>
    <w:rsid w:val="00267EBA"/>
    <w:rsid w:val="00271AAA"/>
    <w:rsid w:val="002722B2"/>
    <w:rsid w:val="00277F27"/>
    <w:rsid w:val="00291117"/>
    <w:rsid w:val="002B7C34"/>
    <w:rsid w:val="002C23FA"/>
    <w:rsid w:val="002F38DA"/>
    <w:rsid w:val="00310D21"/>
    <w:rsid w:val="00335F72"/>
    <w:rsid w:val="0034186D"/>
    <w:rsid w:val="003B10B5"/>
    <w:rsid w:val="003D3483"/>
    <w:rsid w:val="003F637D"/>
    <w:rsid w:val="00417042"/>
    <w:rsid w:val="00450EBB"/>
    <w:rsid w:val="00460366"/>
    <w:rsid w:val="004772B9"/>
    <w:rsid w:val="00482458"/>
    <w:rsid w:val="004B3577"/>
    <w:rsid w:val="004C12C4"/>
    <w:rsid w:val="004C18C4"/>
    <w:rsid w:val="004E2487"/>
    <w:rsid w:val="0055765A"/>
    <w:rsid w:val="00580E25"/>
    <w:rsid w:val="005A42A5"/>
    <w:rsid w:val="005A5240"/>
    <w:rsid w:val="005B3C20"/>
    <w:rsid w:val="005E0784"/>
    <w:rsid w:val="005E74BF"/>
    <w:rsid w:val="00615984"/>
    <w:rsid w:val="006340AF"/>
    <w:rsid w:val="0066516D"/>
    <w:rsid w:val="00666109"/>
    <w:rsid w:val="00675A0F"/>
    <w:rsid w:val="00680EDA"/>
    <w:rsid w:val="006A1821"/>
    <w:rsid w:val="006C42FB"/>
    <w:rsid w:val="006C5BF9"/>
    <w:rsid w:val="006F3E8C"/>
    <w:rsid w:val="00703048"/>
    <w:rsid w:val="00711C76"/>
    <w:rsid w:val="0071748C"/>
    <w:rsid w:val="0071799E"/>
    <w:rsid w:val="007B7417"/>
    <w:rsid w:val="007E03E4"/>
    <w:rsid w:val="00824662"/>
    <w:rsid w:val="00853C22"/>
    <w:rsid w:val="00880E3D"/>
    <w:rsid w:val="00885DDD"/>
    <w:rsid w:val="008B06C9"/>
    <w:rsid w:val="00924B80"/>
    <w:rsid w:val="0096130B"/>
    <w:rsid w:val="00983F78"/>
    <w:rsid w:val="009B2812"/>
    <w:rsid w:val="009C185D"/>
    <w:rsid w:val="009E70BA"/>
    <w:rsid w:val="009F1F1A"/>
    <w:rsid w:val="00A021BF"/>
    <w:rsid w:val="00A26D04"/>
    <w:rsid w:val="00A41214"/>
    <w:rsid w:val="00AA2D6D"/>
    <w:rsid w:val="00AB5763"/>
    <w:rsid w:val="00AB7CC0"/>
    <w:rsid w:val="00AD73B8"/>
    <w:rsid w:val="00AD7B8E"/>
    <w:rsid w:val="00B579F9"/>
    <w:rsid w:val="00B77EE1"/>
    <w:rsid w:val="00BD6ED3"/>
    <w:rsid w:val="00C032F4"/>
    <w:rsid w:val="00C11CFB"/>
    <w:rsid w:val="00C5381C"/>
    <w:rsid w:val="00C577B5"/>
    <w:rsid w:val="00CA15B1"/>
    <w:rsid w:val="00CA1790"/>
    <w:rsid w:val="00CB3003"/>
    <w:rsid w:val="00CC0911"/>
    <w:rsid w:val="00CC6047"/>
    <w:rsid w:val="00D02AAD"/>
    <w:rsid w:val="00D33E8C"/>
    <w:rsid w:val="00D34137"/>
    <w:rsid w:val="00DD13A7"/>
    <w:rsid w:val="00DF11EA"/>
    <w:rsid w:val="00E137F6"/>
    <w:rsid w:val="00EC571A"/>
    <w:rsid w:val="00EF67EE"/>
    <w:rsid w:val="00F13690"/>
    <w:rsid w:val="00F43CCE"/>
    <w:rsid w:val="00FA6332"/>
    <w:rsid w:val="00FB6285"/>
    <w:rsid w:val="00FE0733"/>
    <w:rsid w:val="00FF3E2F"/>
    <w:rsid w:val="0DA306D1"/>
    <w:rsid w:val="0E2254BE"/>
    <w:rsid w:val="30198EC9"/>
    <w:rsid w:val="4C23884B"/>
    <w:rsid w:val="580CCC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2C32352"/>
  <w15:docId w15:val="{92633C3F-80C7-4337-99F0-13417608E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16901"/>
    <w:pPr>
      <w:spacing w:after="0" w:line="240" w:lineRule="auto"/>
    </w:pPr>
    <w:rPr>
      <w:rFonts w:ascii="Arial" w:eastAsia="Times New Roman" w:hAnsi="Arial" w:cs="Arial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016901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016901"/>
  </w:style>
  <w:style w:type="paragraph" w:styleId="Fuzeile">
    <w:name w:val="footer"/>
    <w:basedOn w:val="Standard"/>
    <w:link w:val="FuzeileZchn"/>
    <w:uiPriority w:val="99"/>
    <w:unhideWhenUsed/>
    <w:rsid w:val="00016901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016901"/>
  </w:style>
  <w:style w:type="paragraph" w:customStyle="1" w:styleId="Subhead">
    <w:name w:val="Subhead"/>
    <w:basedOn w:val="Standard"/>
    <w:rsid w:val="00016901"/>
    <w:rPr>
      <w:rFonts w:eastAsia="MS Mincho"/>
      <w:sz w:val="22"/>
      <w:lang w:val="en-GB" w:eastAsia="ja-JP"/>
    </w:rPr>
  </w:style>
  <w:style w:type="paragraph" w:customStyle="1" w:styleId="LauftextPI">
    <w:name w:val="Lauftext PI"/>
    <w:basedOn w:val="Standard"/>
    <w:qFormat/>
    <w:rsid w:val="00016901"/>
    <w:pPr>
      <w:spacing w:line="360" w:lineRule="auto"/>
    </w:pPr>
    <w:rPr>
      <w:rFonts w:eastAsia="MS Mincho"/>
      <w:sz w:val="20"/>
      <w:szCs w:val="20"/>
      <w:lang w:val="en-US" w:eastAsia="ja-JP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16901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16901"/>
    <w:rPr>
      <w:rFonts w:ascii="Tahoma" w:eastAsia="Times New Roman" w:hAnsi="Tahoma" w:cs="Tahoma"/>
      <w:sz w:val="16"/>
      <w:szCs w:val="16"/>
      <w:lang w:eastAsia="de-DE"/>
    </w:rPr>
  </w:style>
  <w:style w:type="character" w:styleId="Hyperlink">
    <w:name w:val="Hyperlink"/>
    <w:basedOn w:val="Absatz-Standardschriftart"/>
    <w:uiPriority w:val="99"/>
    <w:unhideWhenUsed/>
    <w:rsid w:val="00FB6285"/>
    <w:rPr>
      <w:color w:val="0000FF" w:themeColor="hyperlink"/>
      <w:u w:val="single"/>
    </w:rPr>
  </w:style>
  <w:style w:type="paragraph" w:customStyle="1" w:styleId="Default">
    <w:name w:val="Default"/>
    <w:rsid w:val="004E248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de-DE"/>
    </w:rPr>
  </w:style>
  <w:style w:type="paragraph" w:styleId="StandardWeb">
    <w:name w:val="Normal (Web)"/>
    <w:basedOn w:val="Standard"/>
    <w:uiPriority w:val="99"/>
    <w:unhideWhenUsed/>
    <w:rsid w:val="006A1821"/>
    <w:pPr>
      <w:spacing w:before="100" w:beforeAutospacing="1" w:after="100" w:afterAutospacing="1"/>
    </w:pPr>
    <w:rPr>
      <w:rFonts w:ascii="Times New Roman" w:hAnsi="Times New Roman" w:cs="Times New Roman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271AAA"/>
    <w:rPr>
      <w:color w:val="605E5C"/>
      <w:shd w:val="clear" w:color="auto" w:fill="E1DFDD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Pr>
      <w:rFonts w:ascii="Arial" w:eastAsia="Times New Roman" w:hAnsi="Arial" w:cs="Arial"/>
      <w:sz w:val="20"/>
      <w:szCs w:val="20"/>
      <w:lang w:eastAsia="de-DE"/>
    </w:rPr>
  </w:style>
  <w:style w:type="character" w:styleId="Kommentarzeichen">
    <w:name w:val="annotation reference"/>
    <w:basedOn w:val="Absatz-Standardschriftart"/>
    <w:uiPriority w:val="99"/>
    <w:semiHidden/>
    <w:unhideWhenUsed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600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3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21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://www.tolino-media.de" TargetMode="External"/><Relationship Id="rId4" Type="http://schemas.openxmlformats.org/officeDocument/2006/relationships/styles" Target="styles.xml"/><Relationship Id="rId9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uliaBoulanger\Tolino%20Media\Selfpublishing%20-%20Dokumente\05%20PR%20und%20Kommunikation\20%20Pressemeldungen\PM_tm_Vorlage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d363b48-b421-41fd-8314-5ab9af368d8d">
      <Terms xmlns="http://schemas.microsoft.com/office/infopath/2007/PartnerControls"/>
    </lcf76f155ced4ddcb4097134ff3c332f>
    <TaxCatchAll xmlns="64d7f497-9263-4fba-9edd-989dddfe13c4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8780E6930E675469FC6D22D95EBEEC7" ma:contentTypeVersion="14" ma:contentTypeDescription="Ein neues Dokument erstellen." ma:contentTypeScope="" ma:versionID="6c5f5ef60e93dabb8db1d1fdceaa201b">
  <xsd:schema xmlns:xsd="http://www.w3.org/2001/XMLSchema" xmlns:xs="http://www.w3.org/2001/XMLSchema" xmlns:p="http://schemas.microsoft.com/office/2006/metadata/properties" xmlns:ns2="8d363b48-b421-41fd-8314-5ab9af368d8d" xmlns:ns3="64d7f497-9263-4fba-9edd-989dddfe13c4" targetNamespace="http://schemas.microsoft.com/office/2006/metadata/properties" ma:root="true" ma:fieldsID="537c257804e3ed5cacf1feb03c844538" ns2:_="" ns3:_="">
    <xsd:import namespace="8d363b48-b421-41fd-8314-5ab9af368d8d"/>
    <xsd:import namespace="64d7f497-9263-4fba-9edd-989dddfe13c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363b48-b421-41fd-8314-5ab9af368d8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4" nillable="true" ma:displayName="Location" ma:indexed="true" ma:internalName="MediaServiceLocatio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Bildmarkierungen" ma:readOnly="false" ma:fieldId="{5cf76f15-5ced-4ddc-b409-7134ff3c332f}" ma:taxonomyMulti="true" ma:sspId="72f8315f-2c8f-4fb9-8b4d-b7775eb68dc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4d7f497-9263-4fba-9edd-989dddfe13c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eae7ec3e-9680-49f1-aa0f-9dc8fecd4e7d}" ma:internalName="TaxCatchAll" ma:showField="CatchAllData" ma:web="64d7f497-9263-4fba-9edd-989dddfe13c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EE486DA-F8BC-4270-BC6E-6A10622EF2D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5AB1B26-8E8A-45C0-AD4C-6369CE4E5AAC}">
  <ds:schemaRefs>
    <ds:schemaRef ds:uri="http://schemas.microsoft.com/office/2006/metadata/properties"/>
    <ds:schemaRef ds:uri="http://schemas.microsoft.com/office/infopath/2007/PartnerControls"/>
    <ds:schemaRef ds:uri="8d363b48-b421-41fd-8314-5ab9af368d8d"/>
    <ds:schemaRef ds:uri="64d7f497-9263-4fba-9edd-989dddfe13c4"/>
  </ds:schemaRefs>
</ds:datastoreItem>
</file>

<file path=customXml/itemProps3.xml><?xml version="1.0" encoding="utf-8"?>
<ds:datastoreItem xmlns:ds="http://schemas.openxmlformats.org/officeDocument/2006/customXml" ds:itemID="{7CB9495D-C058-4D7B-B1A1-E63AE492FD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d363b48-b421-41fd-8314-5ab9af368d8d"/>
    <ds:schemaRef ds:uri="64d7f497-9263-4fba-9edd-989dddfe13c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PM_tm_Vorlage</Template>
  <TotalTime>0</TotalTime>
  <Pages>2</Pages>
  <Words>509</Words>
  <Characters>3209</Characters>
  <Application>Microsoft Office Word</Application>
  <DocSecurity>0</DocSecurity>
  <Lines>26</Lines>
  <Paragraphs>7</Paragraphs>
  <ScaleCrop>false</ScaleCrop>
  <Company/>
  <LinksUpToDate>false</LinksUpToDate>
  <CharactersWithSpaces>3711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Julia Boulanger</dc:creator>
  <cp:lastModifiedBy>Julia Boulanger</cp:lastModifiedBy>
  <cp:revision>5</cp:revision>
  <cp:lastPrinted>2019-01-08T15:17:00Z</cp:lastPrinted>
  <dcterms:created xsi:type="dcterms:W3CDTF">2023-09-18T08:53:00Z</dcterms:created>
  <dcterms:modified xsi:type="dcterms:W3CDTF">2023-09-18T10:35:00Z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0x010100F8780E6930E675469FC6D22D95EBEEC7</vt:lpwstr>
  </property>
  <property fmtid="{D5CDD505-2E9C-101B-9397-08002B2CF9AE}" pid="3" name="Order">
    <vt:r8>144800</vt:r8>
  </property>
  <property fmtid="{D5CDD505-2E9C-101B-9397-08002B2CF9AE}" pid="4" name="MediaServiceImageTags">
    <vt:lpwstr/>
  </property>
</Properties>
</file>