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763" w:rsidRPr="00AB5763" w:rsidRDefault="00AB5763" w:rsidP="00AB5763">
      <w:pPr>
        <w:pStyle w:val="Subhead"/>
        <w:framePr w:w="7086" w:h="12812" w:wrap="notBeside" w:vAnchor="page" w:hAnchor="page" w:x="842" w:y="2392" w:anchorLock="1"/>
        <w:spacing w:after="360"/>
        <w:rPr>
          <w:sz w:val="28"/>
          <w:szCs w:val="28"/>
          <w:lang w:val="de-DE"/>
        </w:rPr>
      </w:pPr>
      <w:r w:rsidRPr="00AB5763">
        <w:rPr>
          <w:b/>
          <w:color w:val="FF0000"/>
          <w:sz w:val="28"/>
          <w:szCs w:val="28"/>
        </w:rPr>
        <w:t xml:space="preserve">SPERRFRIST BIS </w:t>
      </w:r>
      <w:r w:rsidR="00AD7B8E">
        <w:rPr>
          <w:b/>
          <w:color w:val="FF0000"/>
          <w:sz w:val="28"/>
          <w:szCs w:val="28"/>
        </w:rPr>
        <w:t>22</w:t>
      </w:r>
      <w:r w:rsidRPr="00AB5763">
        <w:rPr>
          <w:b/>
          <w:color w:val="FF0000"/>
          <w:sz w:val="28"/>
          <w:szCs w:val="28"/>
        </w:rPr>
        <w:t>. SEPTEMBER 202</w:t>
      </w:r>
      <w:r w:rsidR="00AD7B8E">
        <w:rPr>
          <w:b/>
          <w:color w:val="FF0000"/>
          <w:sz w:val="28"/>
          <w:szCs w:val="28"/>
        </w:rPr>
        <w:t>1</w:t>
      </w:r>
      <w:r w:rsidRPr="00AB5763">
        <w:rPr>
          <w:b/>
          <w:color w:val="FF0000"/>
          <w:sz w:val="28"/>
          <w:szCs w:val="28"/>
        </w:rPr>
        <w:t>, 19 UHR</w:t>
      </w:r>
    </w:p>
    <w:p w:rsidR="00AB5763" w:rsidRDefault="00824662" w:rsidP="00AB5763">
      <w:pPr>
        <w:framePr w:w="7086" w:h="12812" w:wrap="notBeside" w:vAnchor="page" w:hAnchor="page" w:x="842" w:y="2392" w:anchorLock="1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Best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Selfpublishing</w:t>
      </w:r>
      <w:r w:rsidR="00AB5763" w:rsidRPr="00AB576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AB5763" w:rsidRPr="00AB57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die </w:t>
      </w:r>
      <w:r w:rsidR="00AB5763" w:rsidRPr="00AB5763">
        <w:rPr>
          <w:sz w:val="28"/>
          <w:szCs w:val="28"/>
        </w:rPr>
        <w:t xml:space="preserve">Gewinnertitel des tolino media </w:t>
      </w:r>
      <w:proofErr w:type="spellStart"/>
      <w:r w:rsidR="00AB5763" w:rsidRPr="00AB5763">
        <w:rPr>
          <w:sz w:val="28"/>
          <w:szCs w:val="28"/>
        </w:rPr>
        <w:t>Newcomerpreises</w:t>
      </w:r>
      <w:proofErr w:type="spellEnd"/>
      <w:r w:rsidR="00AD7B8E"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stehen fest</w:t>
      </w:r>
    </w:p>
    <w:p w:rsidR="00AB5763" w:rsidRPr="00AB5763" w:rsidRDefault="00824662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 xml:space="preserve">Am Mittwochabend </w:t>
      </w:r>
      <w:r w:rsidR="00AB5763" w:rsidRPr="00AB5763">
        <w:rPr>
          <w:lang w:val="de-DE"/>
        </w:rPr>
        <w:t xml:space="preserve">gab tolino media </w:t>
      </w:r>
      <w:r>
        <w:rPr>
          <w:lang w:val="de-DE"/>
        </w:rPr>
        <w:t xml:space="preserve">im Livestream </w:t>
      </w:r>
      <w:r w:rsidR="00AB5763" w:rsidRPr="00AB5763">
        <w:rPr>
          <w:lang w:val="de-DE"/>
        </w:rPr>
        <w:t xml:space="preserve">die drei Gewinner*innen des </w:t>
      </w:r>
      <w:r>
        <w:rPr>
          <w:lang w:val="de-DE"/>
        </w:rPr>
        <w:t xml:space="preserve">diesjährigen </w:t>
      </w:r>
      <w:r w:rsidR="00AB5763" w:rsidRPr="00AB5763">
        <w:rPr>
          <w:lang w:val="de-DE"/>
        </w:rPr>
        <w:t xml:space="preserve">tolino media </w:t>
      </w:r>
      <w:proofErr w:type="spellStart"/>
      <w:r w:rsidR="00AB5763" w:rsidRPr="00AB5763">
        <w:rPr>
          <w:lang w:val="de-DE"/>
        </w:rPr>
        <w:t>Newcomerpreises</w:t>
      </w:r>
      <w:proofErr w:type="spellEnd"/>
      <w:r w:rsidR="00AB5763" w:rsidRPr="00AB5763">
        <w:rPr>
          <w:lang w:val="de-DE"/>
        </w:rPr>
        <w:t xml:space="preserve"> bekannt.</w:t>
      </w:r>
      <w:r w:rsidR="00AB5763">
        <w:rPr>
          <w:lang w:val="de-DE"/>
        </w:rPr>
        <w:br/>
      </w:r>
    </w:p>
    <w:p w:rsidR="00AB5763" w:rsidRPr="00AB5763" w:rsidRDefault="00AB5763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AB5763">
        <w:rPr>
          <w:lang w:val="de-DE"/>
        </w:rPr>
        <w:t xml:space="preserve">München, </w:t>
      </w:r>
      <w:r w:rsidR="00AD7B8E">
        <w:rPr>
          <w:lang w:val="de-DE"/>
        </w:rPr>
        <w:t>22</w:t>
      </w:r>
      <w:r w:rsidRPr="00AB5763">
        <w:rPr>
          <w:lang w:val="de-DE"/>
        </w:rPr>
        <w:t>. September 202</w:t>
      </w:r>
      <w:r w:rsidR="00AD7B8E">
        <w:rPr>
          <w:lang w:val="de-DE"/>
        </w:rPr>
        <w:t>1</w:t>
      </w:r>
      <w:r w:rsidRPr="00AB5763">
        <w:rPr>
          <w:lang w:val="de-DE"/>
        </w:rPr>
        <w:t xml:space="preserve"> – </w:t>
      </w:r>
      <w:r w:rsidR="00711C76">
        <w:rPr>
          <w:lang w:val="de-DE"/>
        </w:rPr>
        <w:t xml:space="preserve">tolino media kürte </w:t>
      </w:r>
      <w:r w:rsidR="00CA1790">
        <w:rPr>
          <w:lang w:val="de-DE"/>
        </w:rPr>
        <w:t xml:space="preserve">in einer Preisverleihung </w:t>
      </w:r>
      <w:r w:rsidR="00711C76">
        <w:rPr>
          <w:lang w:val="de-DE"/>
        </w:rPr>
        <w:t xml:space="preserve">live auf YouTube </w:t>
      </w:r>
      <w:r w:rsidRPr="00AB5763">
        <w:rPr>
          <w:lang w:val="de-DE"/>
        </w:rPr>
        <w:t xml:space="preserve">die drei Gewinner*innen des tolino media </w:t>
      </w:r>
      <w:proofErr w:type="spellStart"/>
      <w:r w:rsidRPr="00AB5763">
        <w:rPr>
          <w:lang w:val="de-DE"/>
        </w:rPr>
        <w:t>Newcomerpreises</w:t>
      </w:r>
      <w:proofErr w:type="spellEnd"/>
      <w:r w:rsidRPr="00AB5763">
        <w:rPr>
          <w:lang w:val="de-DE"/>
        </w:rPr>
        <w:t xml:space="preserve"> 202</w:t>
      </w:r>
      <w:r w:rsidR="00AD7B8E">
        <w:rPr>
          <w:lang w:val="de-DE"/>
        </w:rPr>
        <w:t>1</w:t>
      </w:r>
      <w:r w:rsidRPr="00AB5763">
        <w:rPr>
          <w:lang w:val="de-DE"/>
        </w:rPr>
        <w:t xml:space="preserve">. </w:t>
      </w:r>
      <w:r w:rsidR="00711C76">
        <w:rPr>
          <w:lang w:val="de-DE"/>
        </w:rPr>
        <w:t>Die</w:t>
      </w:r>
      <w:r w:rsidRPr="00AB5763">
        <w:rPr>
          <w:lang w:val="de-DE"/>
        </w:rPr>
        <w:t xml:space="preserve"> Jury</w:t>
      </w:r>
      <w:r w:rsidR="00711C76">
        <w:rPr>
          <w:lang w:val="de-DE"/>
        </w:rPr>
        <w:t xml:space="preserve"> hatte die Wahl aus über 200 Einsendungen</w:t>
      </w:r>
      <w:r w:rsidR="006F3E8C">
        <w:rPr>
          <w:lang w:val="de-DE"/>
        </w:rPr>
        <w:t>, die im Frühjahr eingereicht wurden. Das Team von tolino media</w:t>
      </w:r>
      <w:r w:rsidR="00711C76">
        <w:rPr>
          <w:lang w:val="de-DE"/>
        </w:rPr>
        <w:t xml:space="preserve"> entschied gemeinsam mit einem branchenbekannten Blogger-Team</w:t>
      </w:r>
      <w:r w:rsidRPr="00AB5763">
        <w:rPr>
          <w:lang w:val="de-DE"/>
        </w:rPr>
        <w:t xml:space="preserve">, bestehend aus </w:t>
      </w:r>
      <w:r w:rsidR="00AD7B8E">
        <w:rPr>
          <w:lang w:val="de-DE"/>
        </w:rPr>
        <w:t>Justine Pust</w:t>
      </w:r>
      <w:r w:rsidRPr="00AB5763">
        <w:rPr>
          <w:lang w:val="de-DE"/>
        </w:rPr>
        <w:t xml:space="preserve"> (</w:t>
      </w:r>
      <w:r w:rsidR="00AD7B8E">
        <w:rPr>
          <w:lang w:val="de-DE"/>
        </w:rPr>
        <w:t>Autorin</w:t>
      </w:r>
      <w:r w:rsidRPr="00AB5763">
        <w:rPr>
          <w:lang w:val="de-DE"/>
        </w:rPr>
        <w:t xml:space="preserve"> und </w:t>
      </w:r>
      <w:r w:rsidR="00AD7B8E">
        <w:rPr>
          <w:lang w:val="de-DE"/>
        </w:rPr>
        <w:t>Bloggerin</w:t>
      </w:r>
      <w:r w:rsidRPr="00AB5763">
        <w:rPr>
          <w:lang w:val="de-DE"/>
        </w:rPr>
        <w:t xml:space="preserve">), </w:t>
      </w:r>
      <w:r w:rsidR="00AD7B8E">
        <w:rPr>
          <w:lang w:val="de-DE"/>
        </w:rPr>
        <w:t>Catherine Strefford</w:t>
      </w:r>
      <w:r w:rsidRPr="00AB5763">
        <w:rPr>
          <w:lang w:val="de-DE"/>
        </w:rPr>
        <w:t xml:space="preserve"> (</w:t>
      </w:r>
      <w:r w:rsidR="00AD7B8E">
        <w:rPr>
          <w:lang w:val="de-DE"/>
        </w:rPr>
        <w:t xml:space="preserve">Autorin und Gewinnerin des </w:t>
      </w:r>
      <w:proofErr w:type="spellStart"/>
      <w:r w:rsidR="00AD7B8E">
        <w:rPr>
          <w:lang w:val="de-DE"/>
        </w:rPr>
        <w:t>Newcomerpreises</w:t>
      </w:r>
      <w:proofErr w:type="spellEnd"/>
      <w:r w:rsidR="00AD7B8E">
        <w:rPr>
          <w:lang w:val="de-DE"/>
        </w:rPr>
        <w:t xml:space="preserve"> 2020</w:t>
      </w:r>
      <w:r w:rsidRPr="00AB5763">
        <w:rPr>
          <w:lang w:val="de-DE"/>
        </w:rPr>
        <w:t>)</w:t>
      </w:r>
      <w:r>
        <w:rPr>
          <w:lang w:val="de-DE"/>
        </w:rPr>
        <w:t>,</w:t>
      </w:r>
      <w:r w:rsidRPr="00AB5763">
        <w:rPr>
          <w:lang w:val="de-DE"/>
        </w:rPr>
        <w:t xml:space="preserve"> </w:t>
      </w:r>
      <w:r w:rsidR="00AD7B8E" w:rsidRPr="009B2812">
        <w:rPr>
          <w:lang w:val="de-DE"/>
        </w:rPr>
        <w:t>René Weyrauch</w:t>
      </w:r>
      <w:r w:rsidRPr="009B2812">
        <w:rPr>
          <w:lang w:val="de-DE"/>
        </w:rPr>
        <w:t xml:space="preserve"> (Blogger bei </w:t>
      </w:r>
      <w:r w:rsidR="009B2812" w:rsidRPr="009B2812">
        <w:rPr>
          <w:lang w:val="de-DE"/>
        </w:rPr>
        <w:t>René We</w:t>
      </w:r>
      <w:r w:rsidRPr="009B2812">
        <w:rPr>
          <w:lang w:val="de-DE"/>
        </w:rPr>
        <w:t>)</w:t>
      </w:r>
      <w:r w:rsidR="00AD7B8E" w:rsidRPr="009B2812">
        <w:rPr>
          <w:lang w:val="de-DE"/>
        </w:rPr>
        <w:t xml:space="preserve"> und Christin </w:t>
      </w:r>
      <w:r w:rsidR="009B2812" w:rsidRPr="009B2812">
        <w:rPr>
          <w:lang w:val="de-DE"/>
        </w:rPr>
        <w:t xml:space="preserve">Mai </w:t>
      </w:r>
      <w:r w:rsidR="00AD7B8E" w:rsidRPr="009B2812">
        <w:rPr>
          <w:lang w:val="de-DE"/>
        </w:rPr>
        <w:t>(Bloggerin bei Hertzkle</w:t>
      </w:r>
      <w:r w:rsidR="00DD13A7">
        <w:rPr>
          <w:lang w:val="de-DE"/>
        </w:rPr>
        <w:t>c</w:t>
      </w:r>
      <w:r w:rsidR="00AD7B8E" w:rsidRPr="009B2812">
        <w:rPr>
          <w:lang w:val="de-DE"/>
        </w:rPr>
        <w:t>ks</w:t>
      </w:r>
      <w:r w:rsidR="009B2812" w:rsidRPr="009B2812">
        <w:rPr>
          <w:lang w:val="de-DE"/>
        </w:rPr>
        <w:t>)</w:t>
      </w:r>
      <w:r w:rsidRPr="00AB5763">
        <w:rPr>
          <w:lang w:val="de-DE"/>
        </w:rPr>
        <w:t xml:space="preserve">. </w:t>
      </w:r>
    </w:p>
    <w:p w:rsidR="00AB5763" w:rsidRDefault="00AB5763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AB5763" w:rsidRPr="002C23FA" w:rsidRDefault="00AB5763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AB5763">
        <w:rPr>
          <w:lang w:val="de-DE"/>
        </w:rPr>
        <w:t xml:space="preserve">Die Gewinner*innen des tolino media </w:t>
      </w:r>
      <w:proofErr w:type="spellStart"/>
      <w:r w:rsidRPr="00AB5763">
        <w:rPr>
          <w:lang w:val="de-DE"/>
        </w:rPr>
        <w:t>Newcomerpreises</w:t>
      </w:r>
      <w:proofErr w:type="spellEnd"/>
      <w:r w:rsidRPr="00AB5763">
        <w:rPr>
          <w:lang w:val="de-DE"/>
        </w:rPr>
        <w:t xml:space="preserve"> </w:t>
      </w:r>
      <w:r w:rsidR="00AD7B8E">
        <w:rPr>
          <w:lang w:val="de-DE"/>
        </w:rPr>
        <w:t xml:space="preserve">2021 </w:t>
      </w:r>
      <w:r w:rsidRPr="00AB5763">
        <w:rPr>
          <w:lang w:val="de-DE"/>
        </w:rPr>
        <w:t>sind:</w:t>
      </w:r>
    </w:p>
    <w:p w:rsidR="002C23FA" w:rsidRPr="002C23FA" w:rsidRDefault="002C23FA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AB5763" w:rsidRPr="00AB5763" w:rsidRDefault="00AB5763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AB5763">
        <w:rPr>
          <w:lang w:val="de-DE"/>
        </w:rPr>
        <w:t>1. Platz: „</w:t>
      </w:r>
      <w:r w:rsidR="005E74BF">
        <w:rPr>
          <w:lang w:val="de-DE"/>
        </w:rPr>
        <w:t xml:space="preserve">Der Feuervogel von </w:t>
      </w:r>
      <w:proofErr w:type="spellStart"/>
      <w:r w:rsidR="005E74BF">
        <w:rPr>
          <w:lang w:val="de-DE"/>
        </w:rPr>
        <w:t>Istradar</w:t>
      </w:r>
      <w:proofErr w:type="spellEnd"/>
      <w:r w:rsidRPr="00AB5763">
        <w:rPr>
          <w:lang w:val="de-DE"/>
        </w:rPr>
        <w:t xml:space="preserve">“ von </w:t>
      </w:r>
      <w:r w:rsidR="005E74BF">
        <w:rPr>
          <w:lang w:val="de-DE"/>
        </w:rPr>
        <w:t>Ria Winter</w:t>
      </w:r>
      <w:r w:rsidRPr="00AB5763">
        <w:rPr>
          <w:lang w:val="de-DE"/>
        </w:rPr>
        <w:t xml:space="preserve">, </w:t>
      </w:r>
      <w:r w:rsidR="00703048" w:rsidRPr="00703048">
        <w:rPr>
          <w:lang w:val="de-DE"/>
        </w:rPr>
        <w:t>9783752103694</w:t>
      </w:r>
      <w:r w:rsidR="00703048">
        <w:rPr>
          <w:lang w:val="de-DE"/>
        </w:rPr>
        <w:t xml:space="preserve">, </w:t>
      </w:r>
      <w:r w:rsidR="005E74BF">
        <w:rPr>
          <w:lang w:val="de-DE"/>
        </w:rPr>
        <w:t>Fantasy</w:t>
      </w:r>
      <w:r w:rsidRPr="00AB5763">
        <w:rPr>
          <w:lang w:val="de-DE"/>
        </w:rPr>
        <w:t xml:space="preserve"> (Deutschland)</w:t>
      </w:r>
    </w:p>
    <w:p w:rsidR="00AB5763" w:rsidRPr="00AB5763" w:rsidRDefault="00AB5763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AB5763">
        <w:rPr>
          <w:lang w:val="de-DE"/>
        </w:rPr>
        <w:t>2. Platz: „</w:t>
      </w:r>
      <w:proofErr w:type="spellStart"/>
      <w:r w:rsidR="005E74BF">
        <w:rPr>
          <w:lang w:val="de-DE"/>
        </w:rPr>
        <w:t>Dereliction</w:t>
      </w:r>
      <w:proofErr w:type="spellEnd"/>
      <w:r w:rsidR="00824662">
        <w:rPr>
          <w:lang w:val="de-DE"/>
        </w:rPr>
        <w:t>.</w:t>
      </w:r>
      <w:r w:rsidR="005E74BF">
        <w:rPr>
          <w:lang w:val="de-DE"/>
        </w:rPr>
        <w:t xml:space="preserve"> New Bristol</w:t>
      </w:r>
      <w:r w:rsidRPr="00AB5763">
        <w:rPr>
          <w:lang w:val="de-DE"/>
        </w:rPr>
        <w:t xml:space="preserve">“ von </w:t>
      </w:r>
      <w:r w:rsidR="005E74BF">
        <w:rPr>
          <w:lang w:val="de-DE"/>
        </w:rPr>
        <w:t>Mark. B. Hives</w:t>
      </w:r>
      <w:r w:rsidRPr="00AB5763">
        <w:rPr>
          <w:lang w:val="de-DE"/>
        </w:rPr>
        <w:t xml:space="preserve">, </w:t>
      </w:r>
      <w:r w:rsidR="00703048" w:rsidRPr="00703048">
        <w:rPr>
          <w:lang w:val="de-DE"/>
        </w:rPr>
        <w:t>9783752136920</w:t>
      </w:r>
      <w:r w:rsidR="00703048">
        <w:rPr>
          <w:lang w:val="de-DE"/>
        </w:rPr>
        <w:t>,</w:t>
      </w:r>
      <w:r w:rsidR="00703048" w:rsidRPr="00703048">
        <w:rPr>
          <w:lang w:val="de-DE"/>
        </w:rPr>
        <w:t xml:space="preserve"> </w:t>
      </w:r>
      <w:r w:rsidR="005E74BF">
        <w:rPr>
          <w:lang w:val="de-DE"/>
        </w:rPr>
        <w:t>Science-Fiction</w:t>
      </w:r>
      <w:r w:rsidRPr="00AB5763">
        <w:rPr>
          <w:lang w:val="de-DE"/>
        </w:rPr>
        <w:t xml:space="preserve"> (</w:t>
      </w:r>
      <w:r w:rsidR="005E74BF">
        <w:rPr>
          <w:lang w:val="de-DE"/>
        </w:rPr>
        <w:t>Schweiz</w:t>
      </w:r>
      <w:r w:rsidRPr="00AB5763">
        <w:rPr>
          <w:lang w:val="de-DE"/>
        </w:rPr>
        <w:t>)</w:t>
      </w:r>
    </w:p>
    <w:p w:rsidR="00AB5763" w:rsidRDefault="00AB5763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AB5763">
        <w:rPr>
          <w:lang w:val="de-DE"/>
        </w:rPr>
        <w:t>3. Platz: „</w:t>
      </w:r>
      <w:r w:rsidR="005E74BF">
        <w:rPr>
          <w:lang w:val="de-DE"/>
        </w:rPr>
        <w:t>EVA</w:t>
      </w:r>
      <w:r w:rsidR="00824662">
        <w:rPr>
          <w:lang w:val="de-DE"/>
        </w:rPr>
        <w:t>.</w:t>
      </w:r>
      <w:r w:rsidR="00C032F4">
        <w:rPr>
          <w:lang w:val="de-DE"/>
        </w:rPr>
        <w:t xml:space="preserve"> Herrschaft</w:t>
      </w:r>
      <w:r w:rsidRPr="00AB5763">
        <w:rPr>
          <w:lang w:val="de-DE"/>
        </w:rPr>
        <w:t xml:space="preserve">“ von </w:t>
      </w:r>
      <w:r w:rsidR="005E74BF">
        <w:rPr>
          <w:lang w:val="de-DE"/>
        </w:rPr>
        <w:t>Franziska Szmania</w:t>
      </w:r>
      <w:r w:rsidRPr="00AB5763">
        <w:rPr>
          <w:lang w:val="de-DE"/>
        </w:rPr>
        <w:t xml:space="preserve">, </w:t>
      </w:r>
      <w:r w:rsidR="00703048" w:rsidRPr="00703048">
        <w:rPr>
          <w:lang w:val="de-DE"/>
        </w:rPr>
        <w:t>9783752135114</w:t>
      </w:r>
      <w:r w:rsidR="00703048">
        <w:rPr>
          <w:lang w:val="de-DE"/>
        </w:rPr>
        <w:t xml:space="preserve">, </w:t>
      </w:r>
      <w:r w:rsidR="005E74BF">
        <w:rPr>
          <w:lang w:val="de-DE"/>
        </w:rPr>
        <w:t>Dystopie (Deutschland</w:t>
      </w:r>
      <w:r>
        <w:rPr>
          <w:lang w:val="de-DE"/>
        </w:rPr>
        <w:t>)</w:t>
      </w:r>
    </w:p>
    <w:p w:rsidR="00AB5763" w:rsidRDefault="00460366" w:rsidP="00AB5763">
      <w:pPr>
        <w:pStyle w:val="LauftextPI"/>
        <w:framePr w:w="7086" w:h="12812" w:wrap="notBeside" w:vAnchor="page" w:hAnchor="page" w:x="842" w:y="2392" w:anchorLock="1"/>
        <w:rPr>
          <w:sz w:val="24"/>
          <w:szCs w:val="24"/>
        </w:rPr>
      </w:pPr>
      <w:r>
        <w:rPr>
          <w:lang w:val="de-DE"/>
        </w:rPr>
        <w:br/>
      </w:r>
      <w:r w:rsidR="00AB5763" w:rsidRPr="00AB5763">
        <w:rPr>
          <w:lang w:val="de-DE"/>
        </w:rPr>
        <w:t>„</w:t>
      </w:r>
      <w:r w:rsidR="00615984" w:rsidRPr="00615984">
        <w:rPr>
          <w:lang w:val="de-DE"/>
        </w:rPr>
        <w:t xml:space="preserve">Wir hatten erneut quantitativ wie qualitativ eine wahnsinnig tolle Resonanz auf unseren </w:t>
      </w:r>
      <w:proofErr w:type="spellStart"/>
      <w:r w:rsidR="00615984" w:rsidRPr="00615984">
        <w:rPr>
          <w:lang w:val="de-DE"/>
        </w:rPr>
        <w:t>Newcomerpreis</w:t>
      </w:r>
      <w:proofErr w:type="spellEnd"/>
      <w:r w:rsidR="00615984" w:rsidRPr="00615984">
        <w:rPr>
          <w:lang w:val="de-DE"/>
        </w:rPr>
        <w:t>.</w:t>
      </w:r>
      <w:r w:rsidR="00615984">
        <w:rPr>
          <w:color w:val="1D1C1D"/>
          <w:sz w:val="23"/>
          <w:szCs w:val="23"/>
          <w:shd w:val="clear" w:color="auto" w:fill="F8F8F8"/>
        </w:rPr>
        <w:t xml:space="preserve"> </w:t>
      </w:r>
      <w:r w:rsidR="006F3E8C">
        <w:rPr>
          <w:lang w:val="de-DE"/>
        </w:rPr>
        <w:t>Die Gewinner</w:t>
      </w:r>
      <w:r w:rsidR="00703048">
        <w:rPr>
          <w:lang w:val="de-DE"/>
        </w:rPr>
        <w:t>t</w:t>
      </w:r>
      <w:r w:rsidR="006F3E8C">
        <w:rPr>
          <w:lang w:val="de-DE"/>
        </w:rPr>
        <w:t xml:space="preserve">itel stehen </w:t>
      </w:r>
      <w:r w:rsidR="00CA1790">
        <w:rPr>
          <w:lang w:val="de-DE"/>
        </w:rPr>
        <w:t>2021</w:t>
      </w:r>
      <w:r w:rsidR="006F3E8C">
        <w:rPr>
          <w:lang w:val="de-DE"/>
        </w:rPr>
        <w:t xml:space="preserve"> ganz im Zeichen von Fantasy und </w:t>
      </w:r>
      <w:proofErr w:type="gramStart"/>
      <w:r w:rsidR="006F3E8C">
        <w:rPr>
          <w:lang w:val="de-DE"/>
        </w:rPr>
        <w:t>Science Fiction</w:t>
      </w:r>
      <w:proofErr w:type="gramEnd"/>
      <w:r w:rsidR="006F3E8C">
        <w:rPr>
          <w:lang w:val="de-DE"/>
        </w:rPr>
        <w:t>, Genre, die oft weniger Beachtung im Mainstream erhalten. Daher freut es uns von tolino media umso mehr, dass wir</w:t>
      </w:r>
      <w:r w:rsidR="00CA1790">
        <w:rPr>
          <w:lang w:val="de-DE"/>
        </w:rPr>
        <w:t xml:space="preserve"> auch in diesem Jahr mit de</w:t>
      </w:r>
      <w:r w:rsidR="00615984">
        <w:rPr>
          <w:lang w:val="de-DE"/>
        </w:rPr>
        <w:t>r Auszeichnung</w:t>
      </w:r>
      <w:r w:rsidR="006F3E8C">
        <w:rPr>
          <w:lang w:val="de-DE"/>
        </w:rPr>
        <w:t xml:space="preserve"> </w:t>
      </w:r>
      <w:r w:rsidR="00CA1790">
        <w:rPr>
          <w:lang w:val="de-DE"/>
        </w:rPr>
        <w:t xml:space="preserve">unsere Mission erfüllen können, </w:t>
      </w:r>
      <w:r w:rsidR="00615984">
        <w:rPr>
          <w:lang w:val="de-DE"/>
        </w:rPr>
        <w:t>Newcomern oder gar Außenseitern</w:t>
      </w:r>
      <w:r w:rsidR="00CA1790">
        <w:rPr>
          <w:lang w:val="de-DE"/>
        </w:rPr>
        <w:t xml:space="preserve"> durch unsere Unterstützung mehr Aufmerksamkeit in der Branche verschaffen zu können</w:t>
      </w:r>
      <w:r w:rsidR="00AB5763" w:rsidRPr="00AB5763">
        <w:rPr>
          <w:lang w:val="de-DE"/>
        </w:rPr>
        <w:t xml:space="preserve">,“ so </w:t>
      </w:r>
      <w:r w:rsidR="005E74BF" w:rsidRPr="00615984">
        <w:rPr>
          <w:lang w:val="de-DE"/>
        </w:rPr>
        <w:t>Hermann Eckel</w:t>
      </w:r>
      <w:r w:rsidR="00AB5763" w:rsidRPr="00AB5763">
        <w:rPr>
          <w:lang w:val="de-DE"/>
        </w:rPr>
        <w:t xml:space="preserve">, </w:t>
      </w:r>
      <w:r w:rsidR="001D5FC7">
        <w:rPr>
          <w:lang w:val="de-DE"/>
        </w:rPr>
        <w:t>Geschäfts</w:t>
      </w:r>
      <w:r w:rsidR="00D34137">
        <w:rPr>
          <w:lang w:val="de-DE"/>
        </w:rPr>
        <w:t>leiter</w:t>
      </w:r>
      <w:r w:rsidR="00AB5763" w:rsidRPr="00AB5763">
        <w:rPr>
          <w:lang w:val="de-DE"/>
        </w:rPr>
        <w:t xml:space="preserve"> bei tolino </w:t>
      </w:r>
      <w:r w:rsidR="001D5FC7">
        <w:rPr>
          <w:lang w:val="de-DE"/>
        </w:rPr>
        <w:t>media</w:t>
      </w:r>
      <w:r w:rsidR="00AB5763" w:rsidRPr="00AB5763">
        <w:rPr>
          <w:lang w:val="de-DE"/>
        </w:rPr>
        <w:t>.</w:t>
      </w:r>
    </w:p>
    <w:p w:rsidR="00BD6ED3" w:rsidRPr="00BD6ED3" w:rsidRDefault="00BD6ED3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AB5763" w:rsidRDefault="00AB5763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AB5763">
        <w:rPr>
          <w:lang w:val="de-DE"/>
        </w:rPr>
        <w:t xml:space="preserve">Alle drei Romane überzeugten die Jury durch </w:t>
      </w:r>
      <w:r w:rsidR="00CA1790">
        <w:rPr>
          <w:lang w:val="de-DE"/>
        </w:rPr>
        <w:t>einzigartige Plots, bestechenden Sprachstil</w:t>
      </w:r>
      <w:r w:rsidRPr="00AB5763">
        <w:rPr>
          <w:lang w:val="de-DE"/>
        </w:rPr>
        <w:t xml:space="preserve">, </w:t>
      </w:r>
      <w:r w:rsidR="00CA1790">
        <w:rPr>
          <w:lang w:val="de-DE"/>
        </w:rPr>
        <w:t>professionelle</w:t>
      </w:r>
      <w:r w:rsidRPr="00AB5763">
        <w:rPr>
          <w:lang w:val="de-DE"/>
        </w:rPr>
        <w:t xml:space="preserve"> Cover sowie </w:t>
      </w:r>
      <w:r w:rsidR="00CA1790">
        <w:rPr>
          <w:lang w:val="de-DE"/>
        </w:rPr>
        <w:t>durch ihren Mut neue Wege zu gehen</w:t>
      </w:r>
      <w:r w:rsidRPr="00AB5763">
        <w:rPr>
          <w:lang w:val="de-DE"/>
        </w:rPr>
        <w:t>.</w:t>
      </w:r>
    </w:p>
    <w:p w:rsidR="00AB5763" w:rsidRPr="00AB5763" w:rsidRDefault="00AB5763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AB5763" w:rsidRDefault="00AB5763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AB5763">
        <w:rPr>
          <w:lang w:val="de-DE"/>
        </w:rPr>
        <w:t>D</w:t>
      </w:r>
      <w:r w:rsidR="00CA1790">
        <w:rPr>
          <w:lang w:val="de-DE"/>
        </w:rPr>
        <w:t>er</w:t>
      </w:r>
      <w:r w:rsidRPr="00AB5763">
        <w:rPr>
          <w:lang w:val="de-DE"/>
        </w:rPr>
        <w:t xml:space="preserve"> Live-</w:t>
      </w:r>
      <w:r w:rsidR="00CA1790">
        <w:rPr>
          <w:lang w:val="de-DE"/>
        </w:rPr>
        <w:t>Stream</w:t>
      </w:r>
      <w:r w:rsidRPr="00AB5763">
        <w:rPr>
          <w:lang w:val="de-DE"/>
        </w:rPr>
        <w:t xml:space="preserve"> der Preisverleihung fand auf dem YouTube-Kanal von tolino media statt und wurde durch Lesungen der Gewinner*innen aus ihren </w:t>
      </w:r>
      <w:r w:rsidR="00CA1790">
        <w:rPr>
          <w:lang w:val="de-DE"/>
        </w:rPr>
        <w:t>prämierten Werken abgeschlossen</w:t>
      </w:r>
      <w:r w:rsidRPr="00AB5763">
        <w:rPr>
          <w:lang w:val="de-DE"/>
        </w:rPr>
        <w:t xml:space="preserve">. Die Preisverleihung inklusive Lesungen </w:t>
      </w:r>
      <w:r w:rsidR="000B4F0A">
        <w:rPr>
          <w:lang w:val="de-DE"/>
        </w:rPr>
        <w:t>ist zum Nachsehen auf dem</w:t>
      </w:r>
      <w:r w:rsidR="00CA1790">
        <w:rPr>
          <w:lang w:val="de-DE"/>
        </w:rPr>
        <w:t xml:space="preserve"> YouTube</w:t>
      </w:r>
      <w:r w:rsidRPr="00AB5763">
        <w:rPr>
          <w:lang w:val="de-DE"/>
        </w:rPr>
        <w:t>-Kan</w:t>
      </w:r>
      <w:r w:rsidR="00CA1790">
        <w:rPr>
          <w:lang w:val="de-DE"/>
        </w:rPr>
        <w:t>al</w:t>
      </w:r>
      <w:r w:rsidRPr="00AB5763">
        <w:rPr>
          <w:lang w:val="de-DE"/>
        </w:rPr>
        <w:t xml:space="preserve"> von tolino media</w:t>
      </w:r>
      <w:r w:rsidR="000B4F0A">
        <w:rPr>
          <w:lang w:val="de-DE"/>
        </w:rPr>
        <w:t xml:space="preserve"> verfügbar</w:t>
      </w:r>
      <w:r w:rsidRPr="00AB5763">
        <w:rPr>
          <w:lang w:val="de-DE"/>
        </w:rPr>
        <w:t>.</w:t>
      </w:r>
    </w:p>
    <w:p w:rsidR="00AB5763" w:rsidRDefault="00AB5763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016901" w:rsidRPr="0096130B" w:rsidRDefault="00016901" w:rsidP="002B7C34">
      <w:pPr>
        <w:framePr w:w="3345" w:h="482" w:hSpace="142" w:wrap="around" w:vAnchor="page" w:hAnchor="page" w:x="8142" w:y="2893" w:anchorLock="1"/>
        <w:rPr>
          <w:color w:val="808080"/>
          <w:sz w:val="22"/>
          <w:szCs w:val="20"/>
        </w:rPr>
      </w:pPr>
      <w:r w:rsidRPr="0096130B">
        <w:rPr>
          <w:color w:val="808080"/>
          <w:sz w:val="22"/>
          <w:szCs w:val="20"/>
        </w:rPr>
        <w:t xml:space="preserve">PRESSE-INFORMATION </w:t>
      </w:r>
    </w:p>
    <w:p w:rsidR="00016901" w:rsidRDefault="00FA6332" w:rsidP="002B7C34">
      <w:pPr>
        <w:framePr w:w="3131" w:h="2549" w:hSpace="142" w:wrap="notBeside" w:vAnchor="page" w:hAnchor="page" w:x="8165" w:y="3505" w:anchorLock="1"/>
      </w:pPr>
      <w:r>
        <w:rPr>
          <w:noProof/>
        </w:rPr>
        <w:drawing>
          <wp:inline distT="0" distB="0" distL="0" distR="0">
            <wp:extent cx="1988185" cy="626152"/>
            <wp:effectExtent l="0" t="0" r="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_PM_Shortlist_2020_96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185" cy="626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EBB" w:rsidRDefault="00450EBB" w:rsidP="00450EBB">
      <w:pPr>
        <w:framePr w:w="3039" w:h="851" w:hSpace="142" w:wrap="around" w:vAnchor="page" w:hAnchor="page" w:x="8139" w:y="4726" w:anchorLock="1"/>
        <w:ind w:left="-57"/>
        <w:rPr>
          <w:sz w:val="18"/>
          <w:szCs w:val="18"/>
        </w:rPr>
      </w:pPr>
      <w:r>
        <w:rPr>
          <w:bCs/>
          <w:color w:val="808080"/>
          <w:sz w:val="16"/>
          <w:szCs w:val="16"/>
        </w:rPr>
        <w:t>tm_PM_NCP</w:t>
      </w:r>
      <w:r w:rsidRPr="006C1AF5">
        <w:rPr>
          <w:bCs/>
          <w:color w:val="808080"/>
          <w:sz w:val="16"/>
          <w:szCs w:val="16"/>
        </w:rPr>
        <w:t>.jpg:</w:t>
      </w:r>
      <w:r w:rsidRPr="00D15922">
        <w:rPr>
          <w:sz w:val="18"/>
          <w:szCs w:val="18"/>
        </w:rPr>
        <w:t xml:space="preserve"> </w:t>
      </w:r>
    </w:p>
    <w:p w:rsidR="00450EBB" w:rsidRDefault="00711C76" w:rsidP="00450EBB">
      <w:pPr>
        <w:framePr w:w="3039" w:h="851" w:hSpace="142" w:wrap="around" w:vAnchor="page" w:hAnchor="page" w:x="8139" w:y="4726" w:anchorLock="1"/>
        <w:spacing w:after="240"/>
        <w:rPr>
          <w:sz w:val="28"/>
          <w:szCs w:val="28"/>
        </w:rPr>
      </w:pPr>
      <w:r>
        <w:rPr>
          <w:snapToGrid w:val="0"/>
          <w:sz w:val="18"/>
          <w:szCs w:val="18"/>
        </w:rPr>
        <w:t xml:space="preserve">Drei fantastische Titel schaffen es beim </w:t>
      </w:r>
      <w:proofErr w:type="spellStart"/>
      <w:r>
        <w:rPr>
          <w:snapToGrid w:val="0"/>
          <w:sz w:val="18"/>
          <w:szCs w:val="18"/>
        </w:rPr>
        <w:t>Newcomerpreis</w:t>
      </w:r>
      <w:proofErr w:type="spellEnd"/>
      <w:r>
        <w:rPr>
          <w:snapToGrid w:val="0"/>
          <w:sz w:val="18"/>
          <w:szCs w:val="18"/>
        </w:rPr>
        <w:t xml:space="preserve"> 2021 aufs Treppchen.</w:t>
      </w:r>
    </w:p>
    <w:p w:rsidR="00450EBB" w:rsidRDefault="00450EBB" w:rsidP="00450EBB">
      <w:pPr>
        <w:framePr w:w="3039" w:h="851" w:hSpace="142" w:wrap="around" w:vAnchor="page" w:hAnchor="page" w:x="8139" w:y="4726" w:anchorLock="1"/>
        <w:ind w:left="-57"/>
        <w:rPr>
          <w:sz w:val="18"/>
          <w:szCs w:val="18"/>
        </w:rPr>
      </w:pPr>
    </w:p>
    <w:p w:rsidR="00016901" w:rsidRPr="004120B6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PRESSE-KONTAKT</w:t>
      </w: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016901" w:rsidRPr="001B6EC7" w:rsidRDefault="0013233E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Laura Kühbauch</w:t>
      </w:r>
    </w:p>
    <w:p w:rsidR="0055765A" w:rsidRPr="001B6EC7" w:rsidRDefault="0013233E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Community</w:t>
      </w:r>
      <w:r w:rsidR="000D05E1">
        <w:rPr>
          <w:color w:val="808080"/>
          <w:sz w:val="16"/>
        </w:rPr>
        <w:t xml:space="preserve"> Managerin</w:t>
      </w: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Telefon: +49</w:t>
      </w:r>
      <w:r w:rsidR="00A021BF">
        <w:rPr>
          <w:color w:val="808080"/>
          <w:sz w:val="16"/>
        </w:rPr>
        <w:t xml:space="preserve"> 89</w:t>
      </w:r>
      <w:r>
        <w:rPr>
          <w:color w:val="808080"/>
          <w:sz w:val="16"/>
        </w:rPr>
        <w:t xml:space="preserve"> 4522 018 66</w:t>
      </w:r>
      <w:r w:rsidR="0013233E">
        <w:rPr>
          <w:color w:val="808080"/>
          <w:sz w:val="16"/>
        </w:rPr>
        <w:t>96</w:t>
      </w:r>
    </w:p>
    <w:p w:rsidR="00016901" w:rsidRPr="00F43CCE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F43CCE">
        <w:rPr>
          <w:color w:val="808080"/>
          <w:sz w:val="16"/>
        </w:rPr>
        <w:t xml:space="preserve">Mail: </w:t>
      </w:r>
      <w:proofErr w:type="spellStart"/>
      <w:r w:rsidR="0013233E">
        <w:rPr>
          <w:color w:val="808080"/>
          <w:sz w:val="16"/>
        </w:rPr>
        <w:t>l</w:t>
      </w:r>
      <w:r w:rsidR="00853C22">
        <w:rPr>
          <w:color w:val="808080"/>
          <w:sz w:val="16"/>
        </w:rPr>
        <w:t>.</w:t>
      </w:r>
      <w:r w:rsidR="0013233E">
        <w:rPr>
          <w:color w:val="808080"/>
          <w:sz w:val="16"/>
        </w:rPr>
        <w:t>kuehbauch</w:t>
      </w:r>
      <w:r w:rsidR="00853C22">
        <w:rPr>
          <w:color w:val="808080"/>
          <w:sz w:val="16"/>
        </w:rPr>
        <w:t>@tolino.media</w:t>
      </w:r>
      <w:proofErr w:type="spellEnd"/>
    </w:p>
    <w:p w:rsidR="00016901" w:rsidRPr="00AD73B8" w:rsidRDefault="009C185D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AD73B8">
        <w:rPr>
          <w:color w:val="808080"/>
          <w:sz w:val="16"/>
          <w:lang w:val="en-GB"/>
        </w:rPr>
        <w:t>Web: www</w:t>
      </w:r>
      <w:r w:rsidR="00853C22">
        <w:rPr>
          <w:color w:val="808080"/>
          <w:sz w:val="16"/>
          <w:lang w:val="en-GB"/>
        </w:rPr>
        <w:t>.</w:t>
      </w:r>
      <w:r w:rsidR="00853C22" w:rsidRPr="00853C22">
        <w:rPr>
          <w:color w:val="808080"/>
          <w:sz w:val="16"/>
          <w:lang w:val="en-GB"/>
        </w:rPr>
        <w:t>tolino-media.de/</w:t>
      </w:r>
    </w:p>
    <w:p w:rsidR="00016901" w:rsidRPr="00AD73B8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016901" w:rsidRPr="00AD73B8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4E2487" w:rsidRPr="00233AD8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AD73B8">
        <w:rPr>
          <w:color w:val="808080"/>
          <w:sz w:val="16"/>
          <w:lang w:val="en-GB"/>
        </w:rPr>
        <w:t xml:space="preserve">tolino media GmbH &amp; Co. </w:t>
      </w:r>
      <w:r w:rsidRPr="00233AD8">
        <w:rPr>
          <w:color w:val="808080"/>
          <w:sz w:val="16"/>
        </w:rPr>
        <w:t>KG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F43CCE">
        <w:rPr>
          <w:color w:val="808080"/>
          <w:sz w:val="16"/>
        </w:rPr>
        <w:t xml:space="preserve">Albrechtstr. </w:t>
      </w:r>
      <w:r>
        <w:rPr>
          <w:color w:val="808080"/>
          <w:sz w:val="16"/>
        </w:rPr>
        <w:t>14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80636 München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4E2487" w:rsidRPr="001B6EC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26D04" w:rsidRPr="004120B6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Eine Medieninformation der tolino</w:t>
      </w:r>
      <w:r w:rsidR="00271AAA">
        <w:rPr>
          <w:color w:val="808080"/>
          <w:sz w:val="16"/>
        </w:rPr>
        <w:t xml:space="preserve"> media GmbH &amp; Co. KG</w:t>
      </w:r>
    </w:p>
    <w:p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Text und Bild finden Sie zum Download unter:</w:t>
      </w:r>
      <w:r w:rsidR="00271AAA">
        <w:rPr>
          <w:color w:val="808080"/>
          <w:sz w:val="16"/>
        </w:rPr>
        <w:t xml:space="preserve"> </w:t>
      </w:r>
      <w:r w:rsidR="00271AAA" w:rsidRPr="00271AAA">
        <w:rPr>
          <w:color w:val="808080"/>
          <w:sz w:val="16"/>
        </w:rPr>
        <w:t>https://www.tolino-media.de/presseportal/#pressemeldungen</w:t>
      </w:r>
    </w:p>
    <w:p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0B4F0A" w:rsidRDefault="000B4F0A" w:rsidP="00AB5763">
      <w:pPr>
        <w:pStyle w:val="LauftextPI"/>
        <w:rPr>
          <w:lang w:val="de-DE"/>
        </w:rPr>
      </w:pPr>
    </w:p>
    <w:p w:rsidR="000B4F0A" w:rsidRDefault="000B4F0A" w:rsidP="000B4F0A">
      <w:pPr>
        <w:pStyle w:val="LauftextPI"/>
        <w:rPr>
          <w:lang w:val="de-DE"/>
        </w:rPr>
      </w:pPr>
      <w:r w:rsidRPr="00AB5763">
        <w:rPr>
          <w:lang w:val="de-DE"/>
        </w:rPr>
        <w:t xml:space="preserve">Der tolino media </w:t>
      </w:r>
      <w:proofErr w:type="spellStart"/>
      <w:r w:rsidRPr="00AB5763">
        <w:rPr>
          <w:lang w:val="de-DE"/>
        </w:rPr>
        <w:t>Newcomerpreis</w:t>
      </w:r>
      <w:proofErr w:type="spellEnd"/>
      <w:r w:rsidRPr="00AB5763">
        <w:rPr>
          <w:lang w:val="de-DE"/>
        </w:rPr>
        <w:t xml:space="preserve"> 202</w:t>
      </w:r>
      <w:r>
        <w:rPr>
          <w:lang w:val="de-DE"/>
        </w:rPr>
        <w:t>1</w:t>
      </w:r>
      <w:r w:rsidRPr="00AB5763">
        <w:rPr>
          <w:lang w:val="de-DE"/>
        </w:rPr>
        <w:t xml:space="preserve"> war mit Preisgeldern im Wert von insgesamt 3.500 € dotiert. Außerdem erhalten die Gewinner</w:t>
      </w:r>
      <w:r w:rsidR="00703048">
        <w:rPr>
          <w:lang w:val="de-DE"/>
        </w:rPr>
        <w:t>t</w:t>
      </w:r>
      <w:r w:rsidRPr="00AB5763">
        <w:rPr>
          <w:lang w:val="de-DE"/>
        </w:rPr>
        <w:t>itel umfassende Marketing</w:t>
      </w:r>
      <w:r w:rsidR="00703048">
        <w:rPr>
          <w:lang w:val="de-DE"/>
        </w:rPr>
        <w:t>p</w:t>
      </w:r>
      <w:r w:rsidRPr="00AB5763">
        <w:rPr>
          <w:lang w:val="de-DE"/>
        </w:rPr>
        <w:t>akete in den tolino-Allianz-Shops.</w:t>
      </w:r>
    </w:p>
    <w:p w:rsidR="000B4F0A" w:rsidRDefault="000B4F0A" w:rsidP="00AB5763">
      <w:pPr>
        <w:pStyle w:val="LauftextPI"/>
        <w:rPr>
          <w:lang w:val="de-DE"/>
        </w:rPr>
      </w:pPr>
    </w:p>
    <w:p w:rsidR="00AB5763" w:rsidRPr="00AB5763" w:rsidRDefault="00AB5763" w:rsidP="00AB5763">
      <w:pPr>
        <w:pStyle w:val="LauftextPI"/>
        <w:rPr>
          <w:lang w:val="de-DE"/>
        </w:rPr>
      </w:pPr>
      <w:r w:rsidRPr="00AB5763">
        <w:rPr>
          <w:lang w:val="de-DE"/>
        </w:rPr>
        <w:t>Auch im nächsten Jahr haben Selfpublishing-</w:t>
      </w:r>
      <w:r w:rsidR="00615984">
        <w:rPr>
          <w:lang w:val="de-DE"/>
        </w:rPr>
        <w:t>Autor*innen</w:t>
      </w:r>
      <w:r w:rsidRPr="00AB5763">
        <w:rPr>
          <w:lang w:val="de-DE"/>
        </w:rPr>
        <w:t xml:space="preserve"> wieder die Chance den tolino media </w:t>
      </w:r>
      <w:proofErr w:type="spellStart"/>
      <w:r w:rsidRPr="00AB5763">
        <w:rPr>
          <w:lang w:val="de-DE"/>
        </w:rPr>
        <w:t>Newcomerpreis</w:t>
      </w:r>
      <w:proofErr w:type="spellEnd"/>
      <w:r w:rsidRPr="00AB5763">
        <w:rPr>
          <w:lang w:val="de-DE"/>
        </w:rPr>
        <w:t xml:space="preserve"> zu gewinnen. </w:t>
      </w:r>
      <w:r w:rsidR="000B4F0A">
        <w:rPr>
          <w:lang w:val="de-DE"/>
        </w:rPr>
        <w:t xml:space="preserve">Nach der überwältigenden Resonanz in den </w:t>
      </w:r>
      <w:r w:rsidR="00703048">
        <w:rPr>
          <w:lang w:val="de-DE"/>
        </w:rPr>
        <w:t>ersten</w:t>
      </w:r>
      <w:r w:rsidR="000B4F0A">
        <w:rPr>
          <w:lang w:val="de-DE"/>
        </w:rPr>
        <w:t xml:space="preserve"> beiden Jahren möchte der Selfpublishing-Distributor weiterhin </w:t>
      </w:r>
      <w:proofErr w:type="gramStart"/>
      <w:r w:rsidR="000B4F0A">
        <w:rPr>
          <w:lang w:val="de-DE"/>
        </w:rPr>
        <w:t>seine Autor</w:t>
      </w:r>
      <w:proofErr w:type="gramEnd"/>
      <w:r w:rsidR="000B4F0A">
        <w:rPr>
          <w:lang w:val="de-DE"/>
        </w:rPr>
        <w:t xml:space="preserve">*innen unterstützen und ihnen </w:t>
      </w:r>
      <w:r w:rsidR="00615984">
        <w:rPr>
          <w:lang w:val="de-DE"/>
        </w:rPr>
        <w:t>die</w:t>
      </w:r>
      <w:r w:rsidR="000B4F0A">
        <w:rPr>
          <w:lang w:val="de-DE"/>
        </w:rPr>
        <w:t xml:space="preserve"> Möglichkeit geben, den Buchhandel zu erobern.</w:t>
      </w:r>
    </w:p>
    <w:p w:rsidR="0025546F" w:rsidRDefault="00AB5763" w:rsidP="00AB5763">
      <w:pPr>
        <w:pStyle w:val="LauftextPI"/>
        <w:rPr>
          <w:sz w:val="18"/>
          <w:szCs w:val="18"/>
          <w:lang w:val="en-GB"/>
        </w:rPr>
      </w:pPr>
      <w:r w:rsidRPr="00277F27">
        <w:rPr>
          <w:sz w:val="18"/>
          <w:szCs w:val="18"/>
          <w:lang w:val="en-GB"/>
        </w:rPr>
        <w:t xml:space="preserve"> </w:t>
      </w:r>
    </w:p>
    <w:p w:rsidR="00AB5763" w:rsidRDefault="00AB5763" w:rsidP="00AB5763">
      <w:pPr>
        <w:pStyle w:val="LauftextPI"/>
        <w:rPr>
          <w:sz w:val="18"/>
          <w:szCs w:val="18"/>
          <w:lang w:val="en-GB"/>
        </w:rPr>
      </w:pPr>
    </w:p>
    <w:p w:rsidR="00271AAA" w:rsidRPr="00233AD8" w:rsidRDefault="00271AAA" w:rsidP="00271AAA">
      <w:pPr>
        <w:pStyle w:val="StandardWeb"/>
        <w:rPr>
          <w:rFonts w:ascii="Arial" w:hAnsi="Arial" w:cs="Arial"/>
          <w:b/>
          <w:sz w:val="18"/>
          <w:szCs w:val="18"/>
        </w:rPr>
      </w:pPr>
      <w:r w:rsidRPr="00233AD8">
        <w:rPr>
          <w:rFonts w:ascii="Arial" w:hAnsi="Arial" w:cs="Arial"/>
          <w:b/>
          <w:sz w:val="18"/>
          <w:szCs w:val="18"/>
        </w:rPr>
        <w:t>Über tolino media</w:t>
      </w:r>
    </w:p>
    <w:p w:rsidR="00AD73B8" w:rsidRPr="00271AAA" w:rsidRDefault="00A41214" w:rsidP="00271AAA">
      <w:pPr>
        <w:pStyle w:val="Standard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</w:t>
      </w:r>
      <w:r w:rsidRPr="00A41214">
        <w:rPr>
          <w:rFonts w:ascii="Arial" w:hAnsi="Arial" w:cs="Arial"/>
          <w:sz w:val="18"/>
          <w:szCs w:val="18"/>
        </w:rPr>
        <w:t>olino media ist der einfache und kostenlose Weg für Autor</w:t>
      </w:r>
      <w:r w:rsidR="00703048">
        <w:rPr>
          <w:rFonts w:ascii="Arial" w:hAnsi="Arial" w:cs="Arial"/>
          <w:sz w:val="18"/>
          <w:szCs w:val="18"/>
        </w:rPr>
        <w:t>*i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>nn</w:t>
      </w:r>
      <w:r w:rsidRPr="00A41214">
        <w:rPr>
          <w:rFonts w:ascii="Arial" w:hAnsi="Arial" w:cs="Arial"/>
          <w:sz w:val="18"/>
          <w:szCs w:val="18"/>
        </w:rPr>
        <w:t xml:space="preserve">en, </w:t>
      </w:r>
      <w:r w:rsidR="00703048">
        <w:rPr>
          <w:rFonts w:ascii="Arial" w:hAnsi="Arial" w:cs="Arial"/>
          <w:sz w:val="18"/>
          <w:szCs w:val="18"/>
        </w:rPr>
        <w:t>i</w:t>
      </w:r>
      <w:r w:rsidRPr="00A41214">
        <w:rPr>
          <w:rFonts w:ascii="Arial" w:hAnsi="Arial" w:cs="Arial"/>
          <w:sz w:val="18"/>
          <w:szCs w:val="18"/>
        </w:rPr>
        <w:t>hre eBooks in den Onlineshops von Thalia, Weltbild, Hugendubel und vielen mehr zu veröffentlichen. Als Content-Partner der tolino-Allianz</w:t>
      </w:r>
      <w:r w:rsidR="00703048">
        <w:rPr>
          <w:rFonts w:ascii="Arial" w:hAnsi="Arial" w:cs="Arial"/>
          <w:sz w:val="18"/>
          <w:szCs w:val="18"/>
        </w:rPr>
        <w:t>, dem Zusammenschluss</w:t>
      </w:r>
      <w:r w:rsidRPr="00A41214">
        <w:rPr>
          <w:rFonts w:ascii="Arial" w:hAnsi="Arial" w:cs="Arial"/>
          <w:sz w:val="18"/>
          <w:szCs w:val="18"/>
        </w:rPr>
        <w:t xml:space="preserve"> der führenden deutschen Buchhändler</w:t>
      </w:r>
      <w:r w:rsidR="00703048">
        <w:rPr>
          <w:rFonts w:ascii="Arial" w:hAnsi="Arial" w:cs="Arial"/>
          <w:sz w:val="18"/>
          <w:szCs w:val="18"/>
        </w:rPr>
        <w:t>,</w:t>
      </w:r>
      <w:r w:rsidRPr="00A41214">
        <w:rPr>
          <w:rFonts w:ascii="Arial" w:hAnsi="Arial" w:cs="Arial"/>
          <w:sz w:val="18"/>
          <w:szCs w:val="18"/>
        </w:rPr>
        <w:t xml:space="preserve"> bietet die Plattform alle Vorteile des direkten Publizierens: beste Konditionen, die Unterstützung der großen deutschen Buchhändler und keine Vertragsbindung.</w:t>
      </w:r>
      <w:r w:rsidR="00271AAA" w:rsidRPr="00233AD8">
        <w:rPr>
          <w:rFonts w:ascii="Arial" w:hAnsi="Arial" w:cs="Arial"/>
          <w:sz w:val="18"/>
          <w:szCs w:val="18"/>
        </w:rPr>
        <w:t xml:space="preserve"> </w:t>
      </w:r>
      <w:hyperlink r:id="rId7" w:history="1">
        <w:r w:rsidR="00271AAA" w:rsidRPr="00D671E7">
          <w:rPr>
            <w:rStyle w:val="Hyperlink"/>
            <w:rFonts w:ascii="Arial" w:hAnsi="Arial" w:cs="Arial"/>
            <w:sz w:val="18"/>
            <w:szCs w:val="18"/>
            <w:lang w:val="en-GB"/>
          </w:rPr>
          <w:t>www.tolino-media.de</w:t>
        </w:r>
      </w:hyperlink>
      <w:r w:rsidR="00271AAA">
        <w:rPr>
          <w:rFonts w:ascii="Arial" w:hAnsi="Arial" w:cs="Arial"/>
          <w:sz w:val="18"/>
          <w:szCs w:val="18"/>
          <w:lang w:val="en-GB"/>
        </w:rPr>
        <w:t xml:space="preserve"> </w:t>
      </w:r>
    </w:p>
    <w:p w:rsidR="0071748C" w:rsidRDefault="0071748C" w:rsidP="00666109"/>
    <w:sectPr w:rsidR="0071748C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33E" w:rsidRDefault="0013233E" w:rsidP="00016901">
      <w:r>
        <w:separator/>
      </w:r>
    </w:p>
  </w:endnote>
  <w:endnote w:type="continuationSeparator" w:id="0">
    <w:p w:rsidR="0013233E" w:rsidRDefault="0013233E" w:rsidP="0001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33E" w:rsidRDefault="0013233E" w:rsidP="00016901">
      <w:r>
        <w:separator/>
      </w:r>
    </w:p>
  </w:footnote>
  <w:footnote w:type="continuationSeparator" w:id="0">
    <w:p w:rsidR="0013233E" w:rsidRDefault="0013233E" w:rsidP="00016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33E" w:rsidRDefault="0013233E">
    <w:pPr>
      <w:pStyle w:val="Kopfzeile"/>
      <w:rPr>
        <w:rFonts w:ascii="Arial" w:hAnsi="Arial" w:cs="Arial"/>
        <w:noProof/>
      </w:rPr>
    </w:pPr>
    <w:r w:rsidRPr="00E7088C">
      <w:rPr>
        <w:rFonts w:ascii="Arial" w:hAnsi="Arial" w:cs="Arial"/>
        <w:noProof/>
        <w:lang w:eastAsia="de-DE"/>
      </w:rPr>
      <w:drawing>
        <wp:anchor distT="0" distB="0" distL="114300" distR="114300" simplePos="0" relativeHeight="251659264" behindDoc="1" locked="1" layoutInCell="1" allowOverlap="1" wp14:anchorId="4D2624DA" wp14:editId="4B60A8EB">
          <wp:simplePos x="0" y="0"/>
          <wp:positionH relativeFrom="margin">
            <wp:posOffset>1517650</wp:posOffset>
          </wp:positionH>
          <wp:positionV relativeFrom="paragraph">
            <wp:posOffset>30480</wp:posOffset>
          </wp:positionV>
          <wp:extent cx="2718435" cy="662940"/>
          <wp:effectExtent l="0" t="0" r="5715" b="0"/>
          <wp:wrapTight wrapText="bothSides">
            <wp:wrapPolygon edited="0">
              <wp:start x="8477" y="0"/>
              <wp:lineTo x="0" y="6207"/>
              <wp:lineTo x="0" y="13655"/>
              <wp:lineTo x="151" y="18621"/>
              <wp:lineTo x="21494" y="18621"/>
              <wp:lineTo x="21494" y="6207"/>
              <wp:lineTo x="18164" y="3724"/>
              <wp:lineTo x="9536" y="0"/>
              <wp:lineTo x="8477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olin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18435" cy="662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3233E" w:rsidRDefault="0013233E">
    <w:pPr>
      <w:pStyle w:val="Kopfzeile"/>
      <w:rPr>
        <w:rFonts w:ascii="Arial" w:hAnsi="Arial" w:cs="Arial"/>
        <w:noProof/>
      </w:rPr>
    </w:pPr>
  </w:p>
  <w:p w:rsidR="0013233E" w:rsidRDefault="0013233E">
    <w:pPr>
      <w:pStyle w:val="Kopfzeile"/>
      <w:rPr>
        <w:rFonts w:ascii="Arial" w:hAnsi="Arial" w:cs="Arial"/>
        <w:noProof/>
      </w:rPr>
    </w:pPr>
  </w:p>
  <w:p w:rsidR="0013233E" w:rsidRDefault="0013233E">
    <w:pPr>
      <w:pStyle w:val="Kopfzeile"/>
      <w:rPr>
        <w:rFonts w:ascii="Arial" w:hAnsi="Arial" w:cs="Arial"/>
        <w:noProof/>
      </w:rPr>
    </w:pPr>
  </w:p>
  <w:p w:rsidR="0013233E" w:rsidRDefault="0013233E">
    <w:pPr>
      <w:pStyle w:val="Kopfzeile"/>
    </w:pPr>
  </w:p>
  <w:p w:rsidR="0013233E" w:rsidRDefault="001323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AD8"/>
    <w:rsid w:val="00015D39"/>
    <w:rsid w:val="00016901"/>
    <w:rsid w:val="000A7739"/>
    <w:rsid w:val="000B4F0A"/>
    <w:rsid w:val="000D05E1"/>
    <w:rsid w:val="000D1A0E"/>
    <w:rsid w:val="000D3A96"/>
    <w:rsid w:val="0013233E"/>
    <w:rsid w:val="00151C55"/>
    <w:rsid w:val="001D5FC7"/>
    <w:rsid w:val="0020796D"/>
    <w:rsid w:val="00212798"/>
    <w:rsid w:val="00233AD8"/>
    <w:rsid w:val="00245439"/>
    <w:rsid w:val="00253F5C"/>
    <w:rsid w:val="0025546F"/>
    <w:rsid w:val="00267EBA"/>
    <w:rsid w:val="00271AAA"/>
    <w:rsid w:val="002722B2"/>
    <w:rsid w:val="00277F27"/>
    <w:rsid w:val="00291117"/>
    <w:rsid w:val="002B7C34"/>
    <w:rsid w:val="002C23FA"/>
    <w:rsid w:val="002F38DA"/>
    <w:rsid w:val="003B10B5"/>
    <w:rsid w:val="003D3483"/>
    <w:rsid w:val="00450EBB"/>
    <w:rsid w:val="00460366"/>
    <w:rsid w:val="004772B9"/>
    <w:rsid w:val="004C12C4"/>
    <w:rsid w:val="004E2487"/>
    <w:rsid w:val="0055765A"/>
    <w:rsid w:val="00580E25"/>
    <w:rsid w:val="005A42A5"/>
    <w:rsid w:val="005E74BF"/>
    <w:rsid w:val="00615984"/>
    <w:rsid w:val="0066516D"/>
    <w:rsid w:val="00666109"/>
    <w:rsid w:val="00675A0F"/>
    <w:rsid w:val="006A1821"/>
    <w:rsid w:val="006C5BF9"/>
    <w:rsid w:val="006F3E8C"/>
    <w:rsid w:val="00703048"/>
    <w:rsid w:val="00711C76"/>
    <w:rsid w:val="0071748C"/>
    <w:rsid w:val="0071799E"/>
    <w:rsid w:val="00824662"/>
    <w:rsid w:val="00853C22"/>
    <w:rsid w:val="00880E3D"/>
    <w:rsid w:val="00885DDD"/>
    <w:rsid w:val="008B06C9"/>
    <w:rsid w:val="0096130B"/>
    <w:rsid w:val="009B2812"/>
    <w:rsid w:val="009C185D"/>
    <w:rsid w:val="009E70BA"/>
    <w:rsid w:val="009F1F1A"/>
    <w:rsid w:val="00A021BF"/>
    <w:rsid w:val="00A26D04"/>
    <w:rsid w:val="00A41214"/>
    <w:rsid w:val="00AA2D6D"/>
    <w:rsid w:val="00AB5763"/>
    <w:rsid w:val="00AD73B8"/>
    <w:rsid w:val="00AD7B8E"/>
    <w:rsid w:val="00B77EE1"/>
    <w:rsid w:val="00BD6ED3"/>
    <w:rsid w:val="00C032F4"/>
    <w:rsid w:val="00C11CFB"/>
    <w:rsid w:val="00CA15B1"/>
    <w:rsid w:val="00CA1790"/>
    <w:rsid w:val="00CB3003"/>
    <w:rsid w:val="00CC6047"/>
    <w:rsid w:val="00D33E8C"/>
    <w:rsid w:val="00D34137"/>
    <w:rsid w:val="00DD13A7"/>
    <w:rsid w:val="00DF11EA"/>
    <w:rsid w:val="00EC571A"/>
    <w:rsid w:val="00EF67EE"/>
    <w:rsid w:val="00F13690"/>
    <w:rsid w:val="00F43CCE"/>
    <w:rsid w:val="00FA6332"/>
    <w:rsid w:val="00FB6285"/>
    <w:rsid w:val="00FE0733"/>
    <w:rsid w:val="00FF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E44F317"/>
  <w15:docId w15:val="{1EFB4DF0-AF38-4E7B-818E-84F30E014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16901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016901"/>
  </w:style>
  <w:style w:type="paragraph" w:styleId="Fuzeile">
    <w:name w:val="footer"/>
    <w:basedOn w:val="Standard"/>
    <w:link w:val="Fu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016901"/>
  </w:style>
  <w:style w:type="paragraph" w:customStyle="1" w:styleId="Subhead">
    <w:name w:val="Subhead"/>
    <w:basedOn w:val="Standard"/>
    <w:rsid w:val="00016901"/>
    <w:rPr>
      <w:rFonts w:eastAsia="MS Mincho"/>
      <w:sz w:val="22"/>
      <w:lang w:val="en-GB" w:eastAsia="ja-JP"/>
    </w:rPr>
  </w:style>
  <w:style w:type="paragraph" w:customStyle="1" w:styleId="LauftextPI">
    <w:name w:val="Lauftext PI"/>
    <w:basedOn w:val="Standard"/>
    <w:qFormat/>
    <w:rsid w:val="00016901"/>
    <w:pPr>
      <w:spacing w:line="360" w:lineRule="auto"/>
    </w:pPr>
    <w:rPr>
      <w:rFonts w:eastAsia="MS Mincho"/>
      <w:sz w:val="20"/>
      <w:szCs w:val="20"/>
      <w:lang w:val="en-US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9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901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FB6285"/>
    <w:rPr>
      <w:color w:val="0000FF" w:themeColor="hyperlink"/>
      <w:u w:val="single"/>
    </w:rPr>
  </w:style>
  <w:style w:type="paragraph" w:customStyle="1" w:styleId="Default">
    <w:name w:val="Default"/>
    <w:rsid w:val="004E2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A182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1A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6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olino-media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500%20Tolino%20PR%20(Julia)\10%20Pressemitteilungen\Vorlage_Pressemitteilungen_tolino%20medi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Vorlage_Pressemitteilungen_tolino media.dotx</Template>
  <TotalTime>0</TotalTime>
  <Pages>2</Pages>
  <Words>475</Words>
  <Characters>3134</Characters>
  <Application>Microsoft Office Word</Application>
  <DocSecurity>0</DocSecurity>
  <Lines>53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Weber</dc:creator>
  <cp:lastModifiedBy>Martina Raschke</cp:lastModifiedBy>
  <cp:revision>9</cp:revision>
  <cp:lastPrinted>2019-01-08T15:17:00Z</cp:lastPrinted>
  <dcterms:created xsi:type="dcterms:W3CDTF">2021-09-17T15:02:00Z</dcterms:created>
  <dcterms:modified xsi:type="dcterms:W3CDTF">2021-09-20T12:41:00Z</dcterms:modified>
</cp:coreProperties>
</file>